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42126" w14:textId="75A420EA" w:rsidR="002827A3" w:rsidRDefault="002827A3" w:rsidP="002827A3">
      <w:pPr>
        <w:jc w:val="center"/>
        <w:rPr>
          <w:rFonts w:ascii="Arial" w:hAnsi="Arial" w:cs="Arial"/>
          <w:sz w:val="22"/>
          <w:szCs w:val="22"/>
        </w:rPr>
      </w:pPr>
    </w:p>
    <w:p w14:paraId="348FA573" w14:textId="683F50FF" w:rsidR="002827A3" w:rsidRDefault="002827A3" w:rsidP="002827A3">
      <w:pPr>
        <w:jc w:val="center"/>
        <w:rPr>
          <w:rFonts w:ascii="Arial" w:hAnsi="Arial" w:cs="Arial"/>
          <w:sz w:val="22"/>
          <w:szCs w:val="22"/>
        </w:rPr>
      </w:pPr>
    </w:p>
    <w:p w14:paraId="60133EF8" w14:textId="63602E09" w:rsidR="002827A3" w:rsidRDefault="002827A3" w:rsidP="002827A3">
      <w:pPr>
        <w:jc w:val="center"/>
        <w:rPr>
          <w:rFonts w:ascii="Arial" w:hAnsi="Arial" w:cs="Arial"/>
          <w:sz w:val="22"/>
          <w:szCs w:val="22"/>
        </w:rPr>
      </w:pPr>
    </w:p>
    <w:p w14:paraId="7BD2E8CE" w14:textId="77777777" w:rsidR="002827A3" w:rsidRPr="002827A3" w:rsidRDefault="002827A3" w:rsidP="002827A3">
      <w:pPr>
        <w:jc w:val="center"/>
        <w:rPr>
          <w:rFonts w:ascii="Arial" w:hAnsi="Arial" w:cs="Arial"/>
          <w:sz w:val="22"/>
          <w:szCs w:val="22"/>
        </w:rPr>
      </w:pPr>
    </w:p>
    <w:p w14:paraId="25B88B1E" w14:textId="51985E48" w:rsidR="002827A3" w:rsidRDefault="002827A3" w:rsidP="002827A3">
      <w:pPr>
        <w:jc w:val="center"/>
        <w:rPr>
          <w:rFonts w:ascii="Arial" w:hAnsi="Arial" w:cs="Arial"/>
        </w:rPr>
      </w:pPr>
    </w:p>
    <w:p w14:paraId="5D65D42F" w14:textId="2689FBB9" w:rsidR="00164939" w:rsidRDefault="00164939" w:rsidP="002827A3">
      <w:pPr>
        <w:jc w:val="center"/>
        <w:rPr>
          <w:rFonts w:ascii="Arial" w:hAnsi="Arial" w:cs="Arial"/>
        </w:rPr>
      </w:pPr>
    </w:p>
    <w:p w14:paraId="168AAA39" w14:textId="77777777" w:rsidR="00164939" w:rsidRPr="002827A3" w:rsidRDefault="00164939" w:rsidP="002827A3">
      <w:pPr>
        <w:jc w:val="center"/>
        <w:rPr>
          <w:rFonts w:ascii="Arial" w:hAnsi="Arial" w:cs="Arial"/>
        </w:rPr>
      </w:pPr>
    </w:p>
    <w:p w14:paraId="50C39867" w14:textId="2E8B201B" w:rsidR="002827A3" w:rsidRPr="002827A3" w:rsidRDefault="00DE43AB" w:rsidP="005E38C5">
      <w:pPr>
        <w:pStyle w:val="Glava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J</w:t>
      </w:r>
      <w:r w:rsidR="005E38C5">
        <w:rPr>
          <w:rFonts w:ascii="Arial" w:hAnsi="Arial" w:cs="Arial"/>
          <w:b/>
          <w:bCs/>
          <w:sz w:val="28"/>
        </w:rPr>
        <w:t>avno zbiranje ponudb za prodajo</w:t>
      </w:r>
    </w:p>
    <w:p w14:paraId="5D9A7FF2" w14:textId="77777777" w:rsidR="005E38C5" w:rsidRDefault="005E38C5" w:rsidP="002827A3">
      <w:pPr>
        <w:jc w:val="center"/>
        <w:rPr>
          <w:rFonts w:ascii="Arial" w:hAnsi="Arial" w:cs="Arial"/>
          <w:b/>
          <w:bCs/>
          <w:sz w:val="28"/>
        </w:rPr>
      </w:pPr>
    </w:p>
    <w:p w14:paraId="4C112301" w14:textId="27D9301D" w:rsidR="004D03B3" w:rsidRDefault="001A7F0D" w:rsidP="002827A3">
      <w:pPr>
        <w:jc w:val="center"/>
        <w:rPr>
          <w:rFonts w:ascii="Arial" w:hAnsi="Arial" w:cs="Arial"/>
          <w:b/>
          <w:bCs/>
          <w:sz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</w:rPr>
        <w:t>kurilnega olja – ekstra lahko</w:t>
      </w:r>
      <w:r w:rsidR="00164939">
        <w:rPr>
          <w:rFonts w:ascii="Arial" w:hAnsi="Arial" w:cs="Arial"/>
          <w:b/>
          <w:bCs/>
          <w:sz w:val="28"/>
        </w:rPr>
        <w:t xml:space="preserve"> </w:t>
      </w:r>
    </w:p>
    <w:p w14:paraId="7ABA8B85" w14:textId="5CB7DB54" w:rsidR="002827A3" w:rsidRPr="00CB07B0" w:rsidRDefault="002827A3" w:rsidP="002827A3">
      <w:pPr>
        <w:jc w:val="center"/>
        <w:rPr>
          <w:rFonts w:ascii="Arial" w:hAnsi="Arial" w:cs="Arial"/>
          <w:b/>
          <w:bCs/>
          <w:sz w:val="28"/>
        </w:rPr>
      </w:pPr>
    </w:p>
    <w:p w14:paraId="1F9A83B2" w14:textId="3B3D3C00" w:rsidR="001A351E" w:rsidRDefault="001A351E" w:rsidP="002827A3">
      <w:pPr>
        <w:rPr>
          <w:rFonts w:ascii="Arial" w:hAnsi="Arial" w:cs="Arial"/>
        </w:rPr>
      </w:pPr>
    </w:p>
    <w:p w14:paraId="3733ACA9" w14:textId="60B10128" w:rsidR="001A351E" w:rsidRDefault="001A351E" w:rsidP="002827A3">
      <w:pPr>
        <w:rPr>
          <w:rFonts w:ascii="Arial" w:hAnsi="Arial" w:cs="Arial"/>
        </w:rPr>
      </w:pPr>
    </w:p>
    <w:p w14:paraId="01863B12" w14:textId="77777777" w:rsidR="00164939" w:rsidRDefault="00164939" w:rsidP="002827A3">
      <w:pPr>
        <w:rPr>
          <w:rFonts w:ascii="Arial" w:hAnsi="Arial" w:cs="Arial"/>
        </w:rPr>
      </w:pPr>
    </w:p>
    <w:p w14:paraId="5B3012D1" w14:textId="2E219429" w:rsidR="001A351E" w:rsidRPr="00164939" w:rsidRDefault="001A351E" w:rsidP="002827A3">
      <w:pPr>
        <w:rPr>
          <w:rFonts w:ascii="Arial" w:hAnsi="Arial" w:cs="Arial"/>
          <w:sz w:val="22"/>
          <w:szCs w:val="22"/>
        </w:rPr>
      </w:pPr>
      <w:r w:rsidRPr="00164939">
        <w:rPr>
          <w:rFonts w:ascii="Arial" w:hAnsi="Arial" w:cs="Arial"/>
          <w:sz w:val="22"/>
          <w:szCs w:val="22"/>
        </w:rPr>
        <w:t>VSEBINA:</w:t>
      </w:r>
    </w:p>
    <w:p w14:paraId="3BA83AB8" w14:textId="03820E85" w:rsidR="001A351E" w:rsidRPr="00164939" w:rsidRDefault="001A351E" w:rsidP="001A351E">
      <w:pPr>
        <w:rPr>
          <w:rFonts w:ascii="Arial" w:hAnsi="Arial" w:cs="Arial"/>
          <w:sz w:val="22"/>
          <w:szCs w:val="22"/>
        </w:rPr>
      </w:pPr>
    </w:p>
    <w:p w14:paraId="3FE18A4C" w14:textId="2D12457E" w:rsidR="001A351E" w:rsidRPr="00164939" w:rsidRDefault="005E38C5" w:rsidP="001A351E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164939">
        <w:rPr>
          <w:rFonts w:ascii="Arial" w:hAnsi="Arial" w:cs="Arial"/>
          <w:sz w:val="22"/>
          <w:szCs w:val="22"/>
        </w:rPr>
        <w:t>Povabilo k oddaji ponudbe</w:t>
      </w:r>
      <w:r w:rsidR="00E1188D">
        <w:rPr>
          <w:rFonts w:ascii="Arial" w:hAnsi="Arial" w:cs="Arial"/>
          <w:sz w:val="22"/>
          <w:szCs w:val="22"/>
        </w:rPr>
        <w:t xml:space="preserve"> </w:t>
      </w:r>
      <w:r w:rsidR="001A351E" w:rsidRPr="00164939">
        <w:rPr>
          <w:rFonts w:ascii="Arial" w:hAnsi="Arial" w:cs="Arial"/>
          <w:sz w:val="22"/>
          <w:szCs w:val="22"/>
        </w:rPr>
        <w:t xml:space="preserve">– </w:t>
      </w:r>
      <w:proofErr w:type="spellStart"/>
      <w:r w:rsidRPr="00164939">
        <w:rPr>
          <w:rFonts w:ascii="Arial" w:hAnsi="Arial" w:cs="Arial"/>
          <w:sz w:val="22"/>
          <w:szCs w:val="22"/>
        </w:rPr>
        <w:t>Obr</w:t>
      </w:r>
      <w:proofErr w:type="spellEnd"/>
      <w:r w:rsidRPr="00164939">
        <w:rPr>
          <w:rFonts w:ascii="Arial" w:hAnsi="Arial" w:cs="Arial"/>
          <w:sz w:val="22"/>
          <w:szCs w:val="22"/>
        </w:rPr>
        <w:t xml:space="preserve">. </w:t>
      </w:r>
      <w:r w:rsidR="009B480E" w:rsidRPr="00164939">
        <w:rPr>
          <w:rFonts w:ascii="Arial" w:hAnsi="Arial" w:cs="Arial"/>
          <w:sz w:val="22"/>
          <w:szCs w:val="22"/>
        </w:rPr>
        <w:t>1</w:t>
      </w:r>
    </w:p>
    <w:p w14:paraId="4A835D33" w14:textId="77777777" w:rsidR="001A351E" w:rsidRPr="00164939" w:rsidRDefault="001A351E" w:rsidP="001A351E">
      <w:pPr>
        <w:rPr>
          <w:rFonts w:ascii="Arial" w:hAnsi="Arial" w:cs="Arial"/>
          <w:sz w:val="22"/>
          <w:szCs w:val="22"/>
        </w:rPr>
      </w:pPr>
    </w:p>
    <w:p w14:paraId="2C9B5455" w14:textId="3100AD38" w:rsidR="001A351E" w:rsidRPr="00164939" w:rsidRDefault="005E38C5" w:rsidP="001A351E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164939">
        <w:rPr>
          <w:rFonts w:ascii="Arial" w:hAnsi="Arial" w:cs="Arial"/>
          <w:sz w:val="22"/>
          <w:szCs w:val="22"/>
        </w:rPr>
        <w:t>Navodila ponudnikom za izdelavo ponudbe</w:t>
      </w:r>
      <w:r w:rsidR="00E1188D">
        <w:rPr>
          <w:rFonts w:ascii="Arial" w:hAnsi="Arial" w:cs="Arial"/>
          <w:sz w:val="22"/>
          <w:szCs w:val="22"/>
        </w:rPr>
        <w:t xml:space="preserve"> </w:t>
      </w:r>
      <w:r w:rsidR="001A351E" w:rsidRPr="00164939">
        <w:rPr>
          <w:rFonts w:ascii="Arial" w:hAnsi="Arial" w:cs="Arial"/>
          <w:sz w:val="22"/>
          <w:szCs w:val="22"/>
        </w:rPr>
        <w:t xml:space="preserve">– </w:t>
      </w:r>
      <w:proofErr w:type="spellStart"/>
      <w:r w:rsidRPr="00164939">
        <w:rPr>
          <w:rFonts w:ascii="Arial" w:hAnsi="Arial" w:cs="Arial"/>
          <w:sz w:val="22"/>
          <w:szCs w:val="22"/>
        </w:rPr>
        <w:t>Obr</w:t>
      </w:r>
      <w:proofErr w:type="spellEnd"/>
      <w:r w:rsidRPr="00164939">
        <w:rPr>
          <w:rFonts w:ascii="Arial" w:hAnsi="Arial" w:cs="Arial"/>
          <w:sz w:val="22"/>
          <w:szCs w:val="22"/>
        </w:rPr>
        <w:t xml:space="preserve">. </w:t>
      </w:r>
      <w:r w:rsidR="009B480E" w:rsidRPr="00164939">
        <w:rPr>
          <w:rFonts w:ascii="Arial" w:hAnsi="Arial" w:cs="Arial"/>
          <w:sz w:val="22"/>
          <w:szCs w:val="22"/>
        </w:rPr>
        <w:t>2</w:t>
      </w:r>
    </w:p>
    <w:p w14:paraId="5DFEFC72" w14:textId="77777777" w:rsidR="001A351E" w:rsidRPr="00164939" w:rsidRDefault="001A351E" w:rsidP="001A351E">
      <w:pPr>
        <w:rPr>
          <w:rFonts w:ascii="Arial" w:hAnsi="Arial" w:cs="Arial"/>
          <w:sz w:val="22"/>
          <w:szCs w:val="22"/>
        </w:rPr>
      </w:pPr>
    </w:p>
    <w:p w14:paraId="1A278AC4" w14:textId="3D2240FC" w:rsidR="001A351E" w:rsidRPr="00164939" w:rsidRDefault="005E38C5" w:rsidP="001A351E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164939">
        <w:rPr>
          <w:rFonts w:ascii="Arial" w:hAnsi="Arial" w:cs="Arial"/>
          <w:sz w:val="22"/>
          <w:szCs w:val="22"/>
        </w:rPr>
        <w:t xml:space="preserve">Podatki o ponudniku – </w:t>
      </w:r>
      <w:proofErr w:type="spellStart"/>
      <w:r w:rsidRPr="00164939">
        <w:rPr>
          <w:rFonts w:ascii="Arial" w:hAnsi="Arial" w:cs="Arial"/>
          <w:sz w:val="22"/>
          <w:szCs w:val="22"/>
        </w:rPr>
        <w:t>Obr</w:t>
      </w:r>
      <w:proofErr w:type="spellEnd"/>
      <w:r w:rsidRPr="00164939">
        <w:rPr>
          <w:rFonts w:ascii="Arial" w:hAnsi="Arial" w:cs="Arial"/>
          <w:sz w:val="22"/>
          <w:szCs w:val="22"/>
        </w:rPr>
        <w:t xml:space="preserve">. </w:t>
      </w:r>
      <w:r w:rsidR="009B480E" w:rsidRPr="00164939">
        <w:rPr>
          <w:rFonts w:ascii="Arial" w:hAnsi="Arial" w:cs="Arial"/>
          <w:sz w:val="22"/>
          <w:szCs w:val="22"/>
        </w:rPr>
        <w:t>3</w:t>
      </w:r>
    </w:p>
    <w:p w14:paraId="7A034383" w14:textId="77777777" w:rsidR="001A351E" w:rsidRPr="00164939" w:rsidRDefault="001A351E" w:rsidP="001A351E">
      <w:pPr>
        <w:rPr>
          <w:rFonts w:ascii="Arial" w:hAnsi="Arial" w:cs="Arial"/>
          <w:sz w:val="22"/>
          <w:szCs w:val="22"/>
        </w:rPr>
      </w:pPr>
    </w:p>
    <w:p w14:paraId="6A41EF46" w14:textId="077B4174" w:rsidR="001A351E" w:rsidRPr="00164939" w:rsidRDefault="001A351E" w:rsidP="001A351E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164939">
        <w:rPr>
          <w:rFonts w:ascii="Arial" w:hAnsi="Arial" w:cs="Arial"/>
          <w:sz w:val="22"/>
          <w:szCs w:val="22"/>
        </w:rPr>
        <w:t xml:space="preserve">Obrazec ponudbe – </w:t>
      </w:r>
      <w:proofErr w:type="spellStart"/>
      <w:r w:rsidR="005E38C5" w:rsidRPr="00164939">
        <w:rPr>
          <w:rFonts w:ascii="Arial" w:hAnsi="Arial" w:cs="Arial"/>
          <w:sz w:val="22"/>
          <w:szCs w:val="22"/>
        </w:rPr>
        <w:t>Obr</w:t>
      </w:r>
      <w:proofErr w:type="spellEnd"/>
      <w:r w:rsidR="005E38C5" w:rsidRPr="00164939">
        <w:rPr>
          <w:rFonts w:ascii="Arial" w:hAnsi="Arial" w:cs="Arial"/>
          <w:sz w:val="22"/>
          <w:szCs w:val="22"/>
        </w:rPr>
        <w:t xml:space="preserve">. </w:t>
      </w:r>
      <w:r w:rsidR="009B480E" w:rsidRPr="00164939">
        <w:rPr>
          <w:rFonts w:ascii="Arial" w:hAnsi="Arial" w:cs="Arial"/>
          <w:sz w:val="22"/>
          <w:szCs w:val="22"/>
        </w:rPr>
        <w:t>4</w:t>
      </w:r>
    </w:p>
    <w:p w14:paraId="7E8545D7" w14:textId="77777777" w:rsidR="001A351E" w:rsidRPr="00164939" w:rsidRDefault="001A351E" w:rsidP="001A351E">
      <w:pPr>
        <w:rPr>
          <w:rFonts w:ascii="Arial" w:hAnsi="Arial" w:cs="Arial"/>
          <w:sz w:val="22"/>
          <w:szCs w:val="22"/>
        </w:rPr>
      </w:pPr>
    </w:p>
    <w:p w14:paraId="50F87872" w14:textId="02020AE6" w:rsidR="005E38C5" w:rsidRPr="00164939" w:rsidRDefault="005E38C5" w:rsidP="001A351E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164939">
        <w:rPr>
          <w:rFonts w:ascii="Arial" w:hAnsi="Arial" w:cs="Arial"/>
          <w:sz w:val="22"/>
          <w:szCs w:val="22"/>
        </w:rPr>
        <w:t>Vzorec pogodbe o prodaji</w:t>
      </w:r>
      <w:r w:rsidR="00E1188D">
        <w:rPr>
          <w:rFonts w:ascii="Arial" w:hAnsi="Arial" w:cs="Arial"/>
          <w:sz w:val="22"/>
          <w:szCs w:val="22"/>
        </w:rPr>
        <w:t xml:space="preserve"> </w:t>
      </w:r>
      <w:r w:rsidRPr="00164939">
        <w:rPr>
          <w:rFonts w:ascii="Arial" w:hAnsi="Arial" w:cs="Arial"/>
          <w:sz w:val="22"/>
          <w:szCs w:val="22"/>
        </w:rPr>
        <w:t xml:space="preserve">– </w:t>
      </w:r>
      <w:proofErr w:type="spellStart"/>
      <w:r w:rsidRPr="00164939">
        <w:rPr>
          <w:rFonts w:ascii="Arial" w:hAnsi="Arial" w:cs="Arial"/>
          <w:sz w:val="22"/>
          <w:szCs w:val="22"/>
        </w:rPr>
        <w:t>Obr</w:t>
      </w:r>
      <w:proofErr w:type="spellEnd"/>
      <w:r w:rsidRPr="00164939">
        <w:rPr>
          <w:rFonts w:ascii="Arial" w:hAnsi="Arial" w:cs="Arial"/>
          <w:sz w:val="22"/>
          <w:szCs w:val="22"/>
        </w:rPr>
        <w:t xml:space="preserve">. </w:t>
      </w:r>
      <w:r w:rsidR="009B480E" w:rsidRPr="00164939">
        <w:rPr>
          <w:rFonts w:ascii="Arial" w:hAnsi="Arial" w:cs="Arial"/>
          <w:sz w:val="22"/>
          <w:szCs w:val="22"/>
        </w:rPr>
        <w:t>5</w:t>
      </w:r>
    </w:p>
    <w:p w14:paraId="67319C9B" w14:textId="77777777" w:rsidR="005E38C5" w:rsidRPr="00164939" w:rsidRDefault="005E38C5" w:rsidP="005E38C5">
      <w:pPr>
        <w:pStyle w:val="Odstavekseznama"/>
        <w:rPr>
          <w:rFonts w:ascii="Arial" w:hAnsi="Arial" w:cs="Arial"/>
        </w:rPr>
      </w:pPr>
    </w:p>
    <w:p w14:paraId="59D53B25" w14:textId="1B80A3D2" w:rsidR="001A351E" w:rsidRPr="00164939" w:rsidRDefault="005E38C5" w:rsidP="001A351E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164939">
        <w:rPr>
          <w:rFonts w:ascii="Arial" w:hAnsi="Arial" w:cs="Arial"/>
          <w:sz w:val="22"/>
          <w:szCs w:val="22"/>
        </w:rPr>
        <w:t xml:space="preserve">Obrazec garancije za resnost ponudbe </w:t>
      </w:r>
      <w:r w:rsidR="001A351E" w:rsidRPr="00164939">
        <w:rPr>
          <w:rFonts w:ascii="Arial" w:hAnsi="Arial" w:cs="Arial"/>
          <w:sz w:val="22"/>
          <w:szCs w:val="22"/>
        </w:rPr>
        <w:t>–</w:t>
      </w:r>
      <w:r w:rsidRPr="001649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4939">
        <w:rPr>
          <w:rFonts w:ascii="Arial" w:hAnsi="Arial" w:cs="Arial"/>
          <w:sz w:val="22"/>
          <w:szCs w:val="22"/>
        </w:rPr>
        <w:t>Obr</w:t>
      </w:r>
      <w:proofErr w:type="spellEnd"/>
      <w:r w:rsidRPr="00164939">
        <w:rPr>
          <w:rFonts w:ascii="Arial" w:hAnsi="Arial" w:cs="Arial"/>
          <w:sz w:val="22"/>
          <w:szCs w:val="22"/>
        </w:rPr>
        <w:t xml:space="preserve">. </w:t>
      </w:r>
      <w:r w:rsidR="009B480E" w:rsidRPr="00164939">
        <w:rPr>
          <w:rFonts w:ascii="Arial" w:hAnsi="Arial" w:cs="Arial"/>
          <w:sz w:val="22"/>
          <w:szCs w:val="22"/>
        </w:rPr>
        <w:t>6</w:t>
      </w:r>
    </w:p>
    <w:p w14:paraId="644AE5F6" w14:textId="77777777" w:rsidR="001A351E" w:rsidRPr="00164939" w:rsidRDefault="001A351E" w:rsidP="001A351E">
      <w:pPr>
        <w:pStyle w:val="Odstavekseznama"/>
        <w:rPr>
          <w:rFonts w:ascii="Arial" w:hAnsi="Arial" w:cs="Arial"/>
        </w:rPr>
      </w:pPr>
    </w:p>
    <w:p w14:paraId="2865014F" w14:textId="3ABD1386" w:rsidR="001A351E" w:rsidRPr="00164939" w:rsidRDefault="005E38C5" w:rsidP="001A351E">
      <w:pPr>
        <w:numPr>
          <w:ilvl w:val="0"/>
          <w:numId w:val="10"/>
        </w:numPr>
        <w:rPr>
          <w:rFonts w:ascii="Arial" w:hAnsi="Arial" w:cs="Arial"/>
          <w:sz w:val="22"/>
          <w:szCs w:val="22"/>
          <w:lang w:val="it-IT"/>
        </w:rPr>
      </w:pPr>
      <w:proofErr w:type="spellStart"/>
      <w:r w:rsidRPr="00164939">
        <w:rPr>
          <w:rFonts w:ascii="Arial" w:hAnsi="Arial" w:cs="Arial"/>
          <w:sz w:val="22"/>
          <w:szCs w:val="22"/>
          <w:lang w:val="it-IT"/>
        </w:rPr>
        <w:t>Obrazec</w:t>
      </w:r>
      <w:proofErr w:type="spellEnd"/>
      <w:r w:rsidRPr="00164939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164939">
        <w:rPr>
          <w:rFonts w:ascii="Arial" w:hAnsi="Arial" w:cs="Arial"/>
          <w:sz w:val="22"/>
          <w:szCs w:val="22"/>
          <w:lang w:val="it-IT"/>
        </w:rPr>
        <w:t>garancije</w:t>
      </w:r>
      <w:proofErr w:type="spellEnd"/>
      <w:r w:rsidRPr="00164939">
        <w:rPr>
          <w:rFonts w:ascii="Arial" w:hAnsi="Arial" w:cs="Arial"/>
          <w:sz w:val="22"/>
          <w:szCs w:val="22"/>
          <w:lang w:val="it-IT"/>
        </w:rPr>
        <w:t xml:space="preserve"> za </w:t>
      </w:r>
      <w:proofErr w:type="spellStart"/>
      <w:r w:rsidRPr="00164939">
        <w:rPr>
          <w:rFonts w:ascii="Arial" w:hAnsi="Arial" w:cs="Arial"/>
          <w:sz w:val="22"/>
          <w:szCs w:val="22"/>
          <w:lang w:val="it-IT"/>
        </w:rPr>
        <w:t>blago</w:t>
      </w:r>
      <w:proofErr w:type="spellEnd"/>
      <w:r w:rsidR="001A351E" w:rsidRPr="00164939">
        <w:rPr>
          <w:rFonts w:ascii="Arial" w:hAnsi="Arial" w:cs="Arial"/>
          <w:sz w:val="22"/>
          <w:szCs w:val="22"/>
          <w:lang w:val="it-IT"/>
        </w:rPr>
        <w:t xml:space="preserve"> – </w:t>
      </w:r>
      <w:proofErr w:type="spellStart"/>
      <w:r w:rsidR="001A351E" w:rsidRPr="00164939">
        <w:rPr>
          <w:rFonts w:ascii="Arial" w:hAnsi="Arial" w:cs="Arial"/>
          <w:sz w:val="22"/>
          <w:szCs w:val="22"/>
          <w:lang w:val="it-IT"/>
        </w:rPr>
        <w:t>Priloga</w:t>
      </w:r>
      <w:proofErr w:type="spellEnd"/>
      <w:r w:rsidR="001A351E" w:rsidRPr="00164939">
        <w:rPr>
          <w:rFonts w:ascii="Arial" w:hAnsi="Arial" w:cs="Arial"/>
          <w:sz w:val="22"/>
          <w:szCs w:val="22"/>
          <w:lang w:val="it-IT"/>
        </w:rPr>
        <w:t xml:space="preserve"> </w:t>
      </w:r>
      <w:r w:rsidR="009B480E" w:rsidRPr="00164939">
        <w:rPr>
          <w:rFonts w:ascii="Arial" w:hAnsi="Arial" w:cs="Arial"/>
          <w:sz w:val="22"/>
          <w:szCs w:val="22"/>
          <w:lang w:val="it-IT"/>
        </w:rPr>
        <w:t>7</w:t>
      </w:r>
    </w:p>
    <w:p w14:paraId="45EFFF9A" w14:textId="77777777" w:rsidR="001A351E" w:rsidRPr="00164939" w:rsidRDefault="001A351E" w:rsidP="001A351E">
      <w:pPr>
        <w:rPr>
          <w:rFonts w:ascii="Arial" w:hAnsi="Arial" w:cs="Arial"/>
          <w:sz w:val="22"/>
          <w:szCs w:val="22"/>
        </w:rPr>
      </w:pPr>
    </w:p>
    <w:p w14:paraId="232D90DD" w14:textId="330F90BF" w:rsidR="001A351E" w:rsidRPr="00164939" w:rsidRDefault="001A351E" w:rsidP="001A351E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164939">
        <w:rPr>
          <w:rFonts w:ascii="Arial" w:hAnsi="Arial" w:cs="Arial"/>
          <w:sz w:val="22"/>
          <w:szCs w:val="22"/>
        </w:rPr>
        <w:t xml:space="preserve">Obrazec izjave o sprejemanju in izpolnjevanju pogojev iz razpisne dokumentacije – </w:t>
      </w:r>
      <w:proofErr w:type="spellStart"/>
      <w:r w:rsidR="005E38C5" w:rsidRPr="00164939">
        <w:rPr>
          <w:rFonts w:ascii="Arial" w:hAnsi="Arial" w:cs="Arial"/>
          <w:sz w:val="22"/>
          <w:szCs w:val="22"/>
        </w:rPr>
        <w:t>Obr</w:t>
      </w:r>
      <w:proofErr w:type="spellEnd"/>
      <w:r w:rsidR="005E38C5" w:rsidRPr="00164939">
        <w:rPr>
          <w:rFonts w:ascii="Arial" w:hAnsi="Arial" w:cs="Arial"/>
          <w:sz w:val="22"/>
          <w:szCs w:val="22"/>
        </w:rPr>
        <w:t xml:space="preserve">. </w:t>
      </w:r>
      <w:r w:rsidR="00D96D57">
        <w:rPr>
          <w:rFonts w:ascii="Arial" w:hAnsi="Arial" w:cs="Arial"/>
          <w:sz w:val="22"/>
          <w:szCs w:val="22"/>
        </w:rPr>
        <w:t>8</w:t>
      </w:r>
    </w:p>
    <w:p w14:paraId="261B2090" w14:textId="77777777" w:rsidR="001A351E" w:rsidRPr="00164939" w:rsidRDefault="001A351E" w:rsidP="001A351E">
      <w:pPr>
        <w:pStyle w:val="Odstavekseznama"/>
        <w:rPr>
          <w:rFonts w:ascii="Arial" w:hAnsi="Arial" w:cs="Arial"/>
        </w:rPr>
      </w:pPr>
    </w:p>
    <w:p w14:paraId="46531DF5" w14:textId="77777777" w:rsidR="001A351E" w:rsidRPr="00164939" w:rsidRDefault="001A351E" w:rsidP="002827A3">
      <w:pPr>
        <w:rPr>
          <w:rFonts w:ascii="Arial" w:hAnsi="Arial" w:cs="Arial"/>
          <w:sz w:val="22"/>
          <w:szCs w:val="22"/>
        </w:rPr>
      </w:pPr>
    </w:p>
    <w:p w14:paraId="6449252D" w14:textId="18C06302" w:rsidR="001A351E" w:rsidRPr="00164939" w:rsidRDefault="001A351E" w:rsidP="002827A3">
      <w:pPr>
        <w:rPr>
          <w:rFonts w:ascii="Arial" w:hAnsi="Arial" w:cs="Arial"/>
          <w:sz w:val="22"/>
          <w:szCs w:val="22"/>
        </w:rPr>
      </w:pPr>
    </w:p>
    <w:p w14:paraId="27A2F63B" w14:textId="77777777" w:rsidR="001A351E" w:rsidRPr="00164939" w:rsidRDefault="001A351E" w:rsidP="002827A3">
      <w:pPr>
        <w:rPr>
          <w:rFonts w:ascii="Arial" w:hAnsi="Arial" w:cs="Arial"/>
          <w:sz w:val="22"/>
          <w:szCs w:val="22"/>
        </w:rPr>
      </w:pPr>
    </w:p>
    <w:sectPr w:rsidR="001A351E" w:rsidRPr="00164939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43E6D1" w14:textId="77777777" w:rsidR="00C3564F" w:rsidRDefault="00C3564F">
      <w:r>
        <w:separator/>
      </w:r>
    </w:p>
  </w:endnote>
  <w:endnote w:type="continuationSeparator" w:id="0">
    <w:p w14:paraId="274E9893" w14:textId="77777777" w:rsidR="00C3564F" w:rsidRDefault="00C3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34F1166E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047AFC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047AFC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37584D73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14348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14348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B36F4" w14:textId="77777777" w:rsidR="00C3564F" w:rsidRDefault="00C3564F">
      <w:r>
        <w:separator/>
      </w:r>
    </w:p>
  </w:footnote>
  <w:footnote w:type="continuationSeparator" w:id="0">
    <w:p w14:paraId="5DDBB872" w14:textId="77777777" w:rsidR="00C3564F" w:rsidRDefault="00C3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1335BA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1335BA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3E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47AFC"/>
    <w:rsid w:val="0005065F"/>
    <w:rsid w:val="0005153D"/>
    <w:rsid w:val="000576FB"/>
    <w:rsid w:val="00095695"/>
    <w:rsid w:val="00096243"/>
    <w:rsid w:val="00096BE4"/>
    <w:rsid w:val="000B43BE"/>
    <w:rsid w:val="000C1838"/>
    <w:rsid w:val="000C23A5"/>
    <w:rsid w:val="000C4583"/>
    <w:rsid w:val="000D40BA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314C1"/>
    <w:rsid w:val="001335BA"/>
    <w:rsid w:val="001352C1"/>
    <w:rsid w:val="0014021F"/>
    <w:rsid w:val="00143480"/>
    <w:rsid w:val="00164939"/>
    <w:rsid w:val="00166414"/>
    <w:rsid w:val="0017047E"/>
    <w:rsid w:val="0017296F"/>
    <w:rsid w:val="00174BFE"/>
    <w:rsid w:val="00175788"/>
    <w:rsid w:val="00183318"/>
    <w:rsid w:val="001A192F"/>
    <w:rsid w:val="001A2FF0"/>
    <w:rsid w:val="001A351E"/>
    <w:rsid w:val="001A7BD0"/>
    <w:rsid w:val="001A7F0D"/>
    <w:rsid w:val="001B6FB2"/>
    <w:rsid w:val="001D16E0"/>
    <w:rsid w:val="001D4E0D"/>
    <w:rsid w:val="001D694D"/>
    <w:rsid w:val="001F6F0F"/>
    <w:rsid w:val="001F7060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61E"/>
    <w:rsid w:val="00277706"/>
    <w:rsid w:val="002827A3"/>
    <w:rsid w:val="00283EE6"/>
    <w:rsid w:val="00285B81"/>
    <w:rsid w:val="00290CB8"/>
    <w:rsid w:val="002A5DC6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6B25"/>
    <w:rsid w:val="002F78DD"/>
    <w:rsid w:val="00301033"/>
    <w:rsid w:val="00303758"/>
    <w:rsid w:val="00315EE6"/>
    <w:rsid w:val="00325D8B"/>
    <w:rsid w:val="00326834"/>
    <w:rsid w:val="00346224"/>
    <w:rsid w:val="0035043A"/>
    <w:rsid w:val="00353357"/>
    <w:rsid w:val="00367250"/>
    <w:rsid w:val="00370866"/>
    <w:rsid w:val="0037231D"/>
    <w:rsid w:val="00373B58"/>
    <w:rsid w:val="00386D76"/>
    <w:rsid w:val="003A4375"/>
    <w:rsid w:val="003B36FC"/>
    <w:rsid w:val="003B4978"/>
    <w:rsid w:val="003B5373"/>
    <w:rsid w:val="003C0B6A"/>
    <w:rsid w:val="003C2E20"/>
    <w:rsid w:val="003C485B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32D"/>
    <w:rsid w:val="00445049"/>
    <w:rsid w:val="004527D6"/>
    <w:rsid w:val="00455EB9"/>
    <w:rsid w:val="00456072"/>
    <w:rsid w:val="004720C5"/>
    <w:rsid w:val="0047643E"/>
    <w:rsid w:val="004801D0"/>
    <w:rsid w:val="00497AA4"/>
    <w:rsid w:val="004A0508"/>
    <w:rsid w:val="004A172D"/>
    <w:rsid w:val="004B065E"/>
    <w:rsid w:val="004C1717"/>
    <w:rsid w:val="004C20A4"/>
    <w:rsid w:val="004D03B3"/>
    <w:rsid w:val="004D6B75"/>
    <w:rsid w:val="004D75F6"/>
    <w:rsid w:val="004E6F42"/>
    <w:rsid w:val="004F12CE"/>
    <w:rsid w:val="004F7C1C"/>
    <w:rsid w:val="0050159B"/>
    <w:rsid w:val="00503120"/>
    <w:rsid w:val="0051745B"/>
    <w:rsid w:val="005255EB"/>
    <w:rsid w:val="005316C0"/>
    <w:rsid w:val="005320AC"/>
    <w:rsid w:val="00537044"/>
    <w:rsid w:val="00537622"/>
    <w:rsid w:val="00546E33"/>
    <w:rsid w:val="00546F34"/>
    <w:rsid w:val="005608A6"/>
    <w:rsid w:val="00565D0C"/>
    <w:rsid w:val="00571E52"/>
    <w:rsid w:val="005724B4"/>
    <w:rsid w:val="00572A53"/>
    <w:rsid w:val="00572C81"/>
    <w:rsid w:val="005753D9"/>
    <w:rsid w:val="0058399F"/>
    <w:rsid w:val="00597D0E"/>
    <w:rsid w:val="00597EA7"/>
    <w:rsid w:val="005A455E"/>
    <w:rsid w:val="005A4ABF"/>
    <w:rsid w:val="005A785E"/>
    <w:rsid w:val="005B253B"/>
    <w:rsid w:val="005B3910"/>
    <w:rsid w:val="005C3894"/>
    <w:rsid w:val="005C4880"/>
    <w:rsid w:val="005C4C41"/>
    <w:rsid w:val="005C71B5"/>
    <w:rsid w:val="005C7E8F"/>
    <w:rsid w:val="005D45C0"/>
    <w:rsid w:val="005D6611"/>
    <w:rsid w:val="005D7037"/>
    <w:rsid w:val="005D7E01"/>
    <w:rsid w:val="005E38C5"/>
    <w:rsid w:val="005E6DE3"/>
    <w:rsid w:val="005F1763"/>
    <w:rsid w:val="005F18A6"/>
    <w:rsid w:val="005F751D"/>
    <w:rsid w:val="006110C9"/>
    <w:rsid w:val="0061133D"/>
    <w:rsid w:val="00612663"/>
    <w:rsid w:val="006144B1"/>
    <w:rsid w:val="006163B7"/>
    <w:rsid w:val="00624AA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960C2"/>
    <w:rsid w:val="00697B71"/>
    <w:rsid w:val="006D2FF5"/>
    <w:rsid w:val="006D59F7"/>
    <w:rsid w:val="006E377F"/>
    <w:rsid w:val="006F44F5"/>
    <w:rsid w:val="006F481E"/>
    <w:rsid w:val="006F758E"/>
    <w:rsid w:val="007033C0"/>
    <w:rsid w:val="007067F5"/>
    <w:rsid w:val="0073055A"/>
    <w:rsid w:val="007345D8"/>
    <w:rsid w:val="00734F36"/>
    <w:rsid w:val="00741DF3"/>
    <w:rsid w:val="00743912"/>
    <w:rsid w:val="00744B63"/>
    <w:rsid w:val="007632FE"/>
    <w:rsid w:val="00766AC9"/>
    <w:rsid w:val="00767A5A"/>
    <w:rsid w:val="00780396"/>
    <w:rsid w:val="0078319E"/>
    <w:rsid w:val="00783525"/>
    <w:rsid w:val="007A108F"/>
    <w:rsid w:val="007C1B38"/>
    <w:rsid w:val="007D2764"/>
    <w:rsid w:val="007D302C"/>
    <w:rsid w:val="007D4174"/>
    <w:rsid w:val="007E0866"/>
    <w:rsid w:val="007E31E3"/>
    <w:rsid w:val="007E40CC"/>
    <w:rsid w:val="007F3757"/>
    <w:rsid w:val="007F4AC2"/>
    <w:rsid w:val="008155E7"/>
    <w:rsid w:val="00824D1D"/>
    <w:rsid w:val="00825784"/>
    <w:rsid w:val="00827C09"/>
    <w:rsid w:val="0083015D"/>
    <w:rsid w:val="008317DD"/>
    <w:rsid w:val="00833AC6"/>
    <w:rsid w:val="00843739"/>
    <w:rsid w:val="00843B36"/>
    <w:rsid w:val="00847017"/>
    <w:rsid w:val="00847A0D"/>
    <w:rsid w:val="00871F1D"/>
    <w:rsid w:val="00877B6F"/>
    <w:rsid w:val="00882006"/>
    <w:rsid w:val="00885E0B"/>
    <w:rsid w:val="00895F3B"/>
    <w:rsid w:val="008A757F"/>
    <w:rsid w:val="008B3672"/>
    <w:rsid w:val="008B3D3B"/>
    <w:rsid w:val="008B4927"/>
    <w:rsid w:val="008C2AC2"/>
    <w:rsid w:val="008D6DCE"/>
    <w:rsid w:val="008E0DB9"/>
    <w:rsid w:val="008E64FA"/>
    <w:rsid w:val="008F27DD"/>
    <w:rsid w:val="008F3E2F"/>
    <w:rsid w:val="00903009"/>
    <w:rsid w:val="00910682"/>
    <w:rsid w:val="00913CF8"/>
    <w:rsid w:val="00945B2B"/>
    <w:rsid w:val="00946104"/>
    <w:rsid w:val="009513FB"/>
    <w:rsid w:val="009514DD"/>
    <w:rsid w:val="0095198A"/>
    <w:rsid w:val="00953938"/>
    <w:rsid w:val="00965BB4"/>
    <w:rsid w:val="00980089"/>
    <w:rsid w:val="009864F2"/>
    <w:rsid w:val="009A46DA"/>
    <w:rsid w:val="009B0FC7"/>
    <w:rsid w:val="009B480E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0A60"/>
    <w:rsid w:val="00A22650"/>
    <w:rsid w:val="00A2587B"/>
    <w:rsid w:val="00A3063E"/>
    <w:rsid w:val="00A33BE0"/>
    <w:rsid w:val="00A515E0"/>
    <w:rsid w:val="00A57325"/>
    <w:rsid w:val="00A75802"/>
    <w:rsid w:val="00A83E62"/>
    <w:rsid w:val="00A92149"/>
    <w:rsid w:val="00AA2F1C"/>
    <w:rsid w:val="00AA42C0"/>
    <w:rsid w:val="00AB1522"/>
    <w:rsid w:val="00AB3346"/>
    <w:rsid w:val="00AB4674"/>
    <w:rsid w:val="00AC7136"/>
    <w:rsid w:val="00AC72E5"/>
    <w:rsid w:val="00AD3618"/>
    <w:rsid w:val="00AD44B4"/>
    <w:rsid w:val="00AF0AD6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2C4A"/>
    <w:rsid w:val="00BA6862"/>
    <w:rsid w:val="00BB3939"/>
    <w:rsid w:val="00BC00ED"/>
    <w:rsid w:val="00BC2412"/>
    <w:rsid w:val="00BC29DD"/>
    <w:rsid w:val="00BD2FD8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68BF"/>
    <w:rsid w:val="00C46FDA"/>
    <w:rsid w:val="00C565DD"/>
    <w:rsid w:val="00C64A95"/>
    <w:rsid w:val="00C73D4E"/>
    <w:rsid w:val="00C82B34"/>
    <w:rsid w:val="00C92279"/>
    <w:rsid w:val="00C9531D"/>
    <w:rsid w:val="00C97729"/>
    <w:rsid w:val="00CA01D8"/>
    <w:rsid w:val="00CA126B"/>
    <w:rsid w:val="00CA591B"/>
    <w:rsid w:val="00CA5ECB"/>
    <w:rsid w:val="00CB008E"/>
    <w:rsid w:val="00CB07B0"/>
    <w:rsid w:val="00CB0D95"/>
    <w:rsid w:val="00CB1560"/>
    <w:rsid w:val="00CC24D6"/>
    <w:rsid w:val="00CD61B2"/>
    <w:rsid w:val="00CD7808"/>
    <w:rsid w:val="00CF12FC"/>
    <w:rsid w:val="00CF6D57"/>
    <w:rsid w:val="00D05C1E"/>
    <w:rsid w:val="00D06278"/>
    <w:rsid w:val="00D1401B"/>
    <w:rsid w:val="00D20439"/>
    <w:rsid w:val="00D2343D"/>
    <w:rsid w:val="00D278D4"/>
    <w:rsid w:val="00D30E51"/>
    <w:rsid w:val="00D3511F"/>
    <w:rsid w:val="00D41F63"/>
    <w:rsid w:val="00D50674"/>
    <w:rsid w:val="00D51861"/>
    <w:rsid w:val="00D53EC0"/>
    <w:rsid w:val="00D579F3"/>
    <w:rsid w:val="00D66401"/>
    <w:rsid w:val="00D707B4"/>
    <w:rsid w:val="00D7309B"/>
    <w:rsid w:val="00D75341"/>
    <w:rsid w:val="00D775D7"/>
    <w:rsid w:val="00D77C8B"/>
    <w:rsid w:val="00D8275B"/>
    <w:rsid w:val="00D83E17"/>
    <w:rsid w:val="00D84490"/>
    <w:rsid w:val="00D92C6A"/>
    <w:rsid w:val="00D9537E"/>
    <w:rsid w:val="00D96D57"/>
    <w:rsid w:val="00D97344"/>
    <w:rsid w:val="00DA0B86"/>
    <w:rsid w:val="00DB3E61"/>
    <w:rsid w:val="00DB5A10"/>
    <w:rsid w:val="00DE3336"/>
    <w:rsid w:val="00DE43AB"/>
    <w:rsid w:val="00DF116B"/>
    <w:rsid w:val="00DF3D50"/>
    <w:rsid w:val="00E029F3"/>
    <w:rsid w:val="00E02C2C"/>
    <w:rsid w:val="00E0340C"/>
    <w:rsid w:val="00E06E70"/>
    <w:rsid w:val="00E114BC"/>
    <w:rsid w:val="00E1188D"/>
    <w:rsid w:val="00E16A4C"/>
    <w:rsid w:val="00E171B8"/>
    <w:rsid w:val="00E239B0"/>
    <w:rsid w:val="00E303FD"/>
    <w:rsid w:val="00E3300C"/>
    <w:rsid w:val="00E404FE"/>
    <w:rsid w:val="00E43C3D"/>
    <w:rsid w:val="00E4656E"/>
    <w:rsid w:val="00E550C0"/>
    <w:rsid w:val="00E61921"/>
    <w:rsid w:val="00E676C3"/>
    <w:rsid w:val="00E749F2"/>
    <w:rsid w:val="00E814F7"/>
    <w:rsid w:val="00E932C8"/>
    <w:rsid w:val="00E95B73"/>
    <w:rsid w:val="00E9600A"/>
    <w:rsid w:val="00EA1337"/>
    <w:rsid w:val="00EA631C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07FD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4c22710f97840baaa90a035f473f614e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b8a0e184fd6a31502ce91f5d802e0fdd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schemas.microsoft.com/office/2006/documentManagement/types"/>
    <ds:schemaRef ds:uri="http://purl.org/dc/terms/"/>
    <ds:schemaRef ds:uri="2d71791d-4b08-4651-a8aa-c7bfc8b3429a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6a4cc071-bd85-44c5-acc7-68a9b922d49c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18FFACC-DB75-40A8-BB6F-F1774CD43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49BBB4-758A-4536-8C6B-711B25DDC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37</TotalTime>
  <Pages>1</Pages>
  <Words>71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442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20</cp:revision>
  <cp:lastPrinted>2024-01-31T11:18:00Z</cp:lastPrinted>
  <dcterms:created xsi:type="dcterms:W3CDTF">2021-02-11T14:19:00Z</dcterms:created>
  <dcterms:modified xsi:type="dcterms:W3CDTF">2024-02-23T10:45:00Z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