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04395B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p w14:paraId="631628E7" w14:textId="77777777" w:rsidR="00EB6823" w:rsidRPr="001246EE" w:rsidRDefault="00EB6823" w:rsidP="00EB6823">
      <w:pPr>
        <w:rPr>
          <w:rFonts w:ascii="Arial" w:hAnsi="Arial" w:cs="Arial"/>
          <w:sz w:val="20"/>
          <w:szCs w:val="20"/>
        </w:rPr>
      </w:pPr>
      <w:bookmarkStart w:id="1" w:name="_Hlk156550540"/>
      <w:bookmarkEnd w:id="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3040-0022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</w:p>
    <w:p w14:paraId="642C1FF9" w14:textId="77777777" w:rsidR="00EB6823" w:rsidRPr="001246EE" w:rsidRDefault="00EB6823" w:rsidP="00EB6823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>
        <w:rPr>
          <w:rFonts w:ascii="Arial" w:hAnsi="Arial" w:cs="Arial"/>
          <w:sz w:val="20"/>
          <w:szCs w:val="20"/>
        </w:rPr>
        <w:t>4-370</w:t>
      </w: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bookmarkStart w:id="2" w:name="_GoBack"/>
      <w:bookmarkEnd w:id="1"/>
      <w:bookmarkEnd w:id="2"/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07D5A" w14:textId="77777777" w:rsidR="0069716E" w:rsidRDefault="0069716E">
      <w:r>
        <w:separator/>
      </w:r>
    </w:p>
  </w:endnote>
  <w:endnote w:type="continuationSeparator" w:id="0">
    <w:p w14:paraId="54B54E9A" w14:textId="77777777" w:rsidR="0069716E" w:rsidRDefault="0069716E">
      <w:r>
        <w:continuationSeparator/>
      </w:r>
    </w:p>
  </w:endnote>
  <w:endnote w:type="continuationNotice" w:id="1">
    <w:p w14:paraId="5E2D86F8" w14:textId="77777777" w:rsidR="0069716E" w:rsidRDefault="0069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69716E" w:rsidRPr="00EE6ED9" w:rsidRDefault="0069716E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9716E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69716E" w:rsidRPr="005A785E" w:rsidRDefault="0069716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69716E" w:rsidRPr="00EE6ED9" w:rsidRDefault="0069716E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69716E" w:rsidRPr="00FC6CF0" w:rsidRDefault="0069716E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5B002" w14:textId="77777777" w:rsidR="0069716E" w:rsidRDefault="0069716E">
      <w:r>
        <w:separator/>
      </w:r>
    </w:p>
  </w:footnote>
  <w:footnote w:type="continuationSeparator" w:id="0">
    <w:p w14:paraId="20852C16" w14:textId="77777777" w:rsidR="0069716E" w:rsidRDefault="0069716E">
      <w:r>
        <w:continuationSeparator/>
      </w:r>
    </w:p>
  </w:footnote>
  <w:footnote w:type="continuationNotice" w:id="1">
    <w:p w14:paraId="02B943E2" w14:textId="77777777" w:rsidR="0069716E" w:rsidRDefault="00697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9716E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69716E" w:rsidRPr="00A04B00" w:rsidRDefault="0069716E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69716E" w:rsidRPr="00C0552D" w:rsidRDefault="0069716E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69716E" w:rsidRPr="00C0552D" w:rsidRDefault="0069716E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69716E" w:rsidRPr="00A1445A" w:rsidRDefault="0069716E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69716E" w:rsidRDefault="0069716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69716E" w:rsidRPr="00A1445A" w:rsidRDefault="00EB682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69716E" w:rsidRDefault="00EB6823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69716E" w:rsidRPr="00A1445A" w:rsidRDefault="0069716E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69716E" w:rsidRPr="00FC6CF0" w:rsidRDefault="0069716E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395B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35BF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D7D2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2A7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B109D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716E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7F5846"/>
    <w:rsid w:val="008155E7"/>
    <w:rsid w:val="00824D1D"/>
    <w:rsid w:val="00833AC6"/>
    <w:rsid w:val="00843739"/>
    <w:rsid w:val="00843B36"/>
    <w:rsid w:val="00847017"/>
    <w:rsid w:val="00882006"/>
    <w:rsid w:val="00894593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521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267"/>
    <w:rsid w:val="00B4256F"/>
    <w:rsid w:val="00B439E6"/>
    <w:rsid w:val="00B44423"/>
    <w:rsid w:val="00B45F78"/>
    <w:rsid w:val="00B528B4"/>
    <w:rsid w:val="00B52BF2"/>
    <w:rsid w:val="00B5369B"/>
    <w:rsid w:val="00B536BA"/>
    <w:rsid w:val="00B538F5"/>
    <w:rsid w:val="00B55168"/>
    <w:rsid w:val="00B661E3"/>
    <w:rsid w:val="00B86392"/>
    <w:rsid w:val="00B8710A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B5DAE"/>
    <w:rsid w:val="00DD0029"/>
    <w:rsid w:val="00DD41BE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B6823"/>
    <w:rsid w:val="00EC5991"/>
    <w:rsid w:val="00EC757B"/>
    <w:rsid w:val="00ED5972"/>
    <w:rsid w:val="00EE65BD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CCB87-1725-46D9-B8F6-0EF246A8D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http://schemas.microsoft.com/office/infopath/2007/PartnerControls"/>
    <ds:schemaRef ds:uri="2d71791d-4b08-4651-a8aa-c7bfc8b3429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DEC3D86-925B-4456-AB76-605294BB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39</TotalTime>
  <Pages>1</Pages>
  <Words>75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624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38</cp:revision>
  <cp:lastPrinted>2024-10-09T07:52:00Z</cp:lastPrinted>
  <dcterms:created xsi:type="dcterms:W3CDTF">2020-01-30T11:21:00Z</dcterms:created>
  <dcterms:modified xsi:type="dcterms:W3CDTF">2024-10-09T07:52:00Z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