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03960" w:rsidRPr="00FB45BC" w14:paraId="0EB7A573" w14:textId="77777777" w:rsidTr="005C1386">
        <w:tc>
          <w:tcPr>
            <w:tcW w:w="4039" w:type="dxa"/>
            <w:hideMark/>
          </w:tcPr>
          <w:p w14:paraId="59F86422" w14:textId="77777777" w:rsidR="00303960" w:rsidRPr="00FB45BC" w:rsidRDefault="00303960" w:rsidP="003C63B7">
            <w:pPr>
              <w:ind w:right="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45BC">
              <w:rPr>
                <w:rFonts w:ascii="Arial" w:hAnsi="Arial" w:cs="Arial"/>
                <w:color w:val="000000"/>
                <w:sz w:val="18"/>
                <w:szCs w:val="18"/>
              </w:rPr>
              <w:t>PRODAJA BLAGA</w:t>
            </w:r>
          </w:p>
        </w:tc>
        <w:tc>
          <w:tcPr>
            <w:tcW w:w="1418" w:type="dxa"/>
          </w:tcPr>
          <w:p w14:paraId="29264F09" w14:textId="77777777" w:rsidR="00303960" w:rsidRPr="00FB45BC" w:rsidRDefault="00303960" w:rsidP="003C63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hideMark/>
          </w:tcPr>
          <w:p w14:paraId="3DB2C836" w14:textId="57373939" w:rsidR="00303960" w:rsidRPr="00FB45BC" w:rsidRDefault="00303960" w:rsidP="003C63B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B45BC">
              <w:rPr>
                <w:rFonts w:ascii="Arial" w:hAnsi="Arial" w:cs="Arial"/>
                <w:sz w:val="18"/>
                <w:szCs w:val="18"/>
              </w:rPr>
              <w:t>OBR</w:t>
            </w:r>
            <w:r w:rsidR="002C64E4" w:rsidRPr="00FB45BC">
              <w:rPr>
                <w:rFonts w:ascii="Arial" w:hAnsi="Arial" w:cs="Arial"/>
                <w:sz w:val="18"/>
                <w:szCs w:val="18"/>
              </w:rPr>
              <w:t>.</w:t>
            </w:r>
            <w:r w:rsidRPr="00FB45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1176" w:rsidRPr="00FB45BC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</w:tbl>
    <w:p w14:paraId="71F827DD" w14:textId="77777777" w:rsidR="00BD4CE2" w:rsidRPr="001246EE" w:rsidRDefault="00BD4CE2" w:rsidP="00BD4CE2">
      <w:pPr>
        <w:rPr>
          <w:rFonts w:ascii="Arial" w:hAnsi="Arial" w:cs="Arial"/>
          <w:sz w:val="20"/>
          <w:szCs w:val="20"/>
        </w:rPr>
      </w:pPr>
      <w:bookmarkStart w:id="0" w:name="_Hlk156550540"/>
      <w:r w:rsidRPr="001246EE">
        <w:rPr>
          <w:rFonts w:ascii="Arial" w:hAnsi="Arial" w:cs="Arial"/>
          <w:sz w:val="20"/>
          <w:szCs w:val="20"/>
        </w:rPr>
        <w:t>ŠT. ODOS:</w:t>
      </w:r>
      <w:r w:rsidRPr="001246EE">
        <w:rPr>
          <w:rFonts w:ascii="Arial" w:hAnsi="Arial" w:cs="Arial"/>
          <w:sz w:val="20"/>
          <w:szCs w:val="20"/>
        </w:rPr>
        <w:tab/>
      </w:r>
      <w:r w:rsidRPr="001246EE">
        <w:rPr>
          <w:rFonts w:ascii="Arial" w:hAnsi="Arial" w:cs="Arial"/>
          <w:sz w:val="20"/>
          <w:szCs w:val="20"/>
        </w:rPr>
        <w:tab/>
      </w:r>
      <w:r w:rsidRPr="001246E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3040-0022</w:t>
      </w:r>
      <w:r w:rsidRPr="001246EE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4</w:t>
      </w:r>
    </w:p>
    <w:p w14:paraId="581E4152" w14:textId="77777777" w:rsidR="00BD4CE2" w:rsidRPr="001246EE" w:rsidRDefault="00BD4CE2" w:rsidP="00BD4CE2">
      <w:pPr>
        <w:rPr>
          <w:rFonts w:ascii="Arial" w:hAnsi="Arial" w:cs="Arial"/>
          <w:sz w:val="20"/>
          <w:szCs w:val="20"/>
        </w:rPr>
      </w:pPr>
      <w:r w:rsidRPr="001246EE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ZBIRANJA PONUDB</w:t>
      </w:r>
      <w:r w:rsidRPr="001246EE">
        <w:rPr>
          <w:rFonts w:ascii="Arial" w:hAnsi="Arial" w:cs="Arial"/>
          <w:sz w:val="20"/>
          <w:szCs w:val="20"/>
        </w:rPr>
        <w:t>:</w:t>
      </w:r>
      <w:r w:rsidRPr="001246EE">
        <w:rPr>
          <w:rFonts w:ascii="Arial" w:hAnsi="Arial" w:cs="Arial"/>
          <w:sz w:val="20"/>
          <w:szCs w:val="20"/>
        </w:rPr>
        <w:tab/>
        <w:t>202</w:t>
      </w:r>
      <w:r>
        <w:rPr>
          <w:rFonts w:ascii="Arial" w:hAnsi="Arial" w:cs="Arial"/>
          <w:sz w:val="20"/>
          <w:szCs w:val="20"/>
        </w:rPr>
        <w:t>4-370</w:t>
      </w:r>
    </w:p>
    <w:bookmarkEnd w:id="0"/>
    <w:p w14:paraId="1DE5676D" w14:textId="7711B22A" w:rsidR="00FE7368" w:rsidRPr="00FB45BC" w:rsidRDefault="00200576" w:rsidP="00F47817">
      <w:pPr>
        <w:pStyle w:val="Naslov"/>
        <w:rPr>
          <w:sz w:val="22"/>
          <w:szCs w:val="22"/>
        </w:rPr>
      </w:pPr>
      <w:r w:rsidRPr="00FB45BC">
        <w:rPr>
          <w:sz w:val="22"/>
          <w:szCs w:val="22"/>
        </w:rPr>
        <w:t>PONUDBA</w:t>
      </w: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E7368" w:rsidRPr="00FB45BC" w14:paraId="074040EB" w14:textId="77777777" w:rsidTr="0013305B">
        <w:tc>
          <w:tcPr>
            <w:tcW w:w="9060" w:type="dxa"/>
          </w:tcPr>
          <w:p w14:paraId="4FAEFD82" w14:textId="49CA9B82" w:rsidR="00FE7368" w:rsidRPr="00FB45BC" w:rsidRDefault="00FE7368" w:rsidP="0013305B">
            <w:pPr>
              <w:autoSpaceDE w:val="0"/>
              <w:autoSpaceDN w:val="0"/>
              <w:adjustRightInd w:val="0"/>
              <w:ind w:left="-105"/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</w:pPr>
            <w:r w:rsidRPr="00FB45BC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PONUDNIK</w:t>
            </w:r>
            <w:r w:rsidR="0013305B" w:rsidRPr="00FB45BC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:</w:t>
            </w:r>
          </w:p>
        </w:tc>
      </w:tr>
    </w:tbl>
    <w:p w14:paraId="0CEDA80A" w14:textId="77777777" w:rsidR="00A452D7" w:rsidRPr="00FB45BC" w:rsidRDefault="00A452D7" w:rsidP="00FE7368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bookmarkStart w:id="1" w:name="_Hlk119656075"/>
    </w:p>
    <w:p w14:paraId="773A8D10" w14:textId="30B78ECA" w:rsidR="00FE7368" w:rsidRPr="00FB45BC" w:rsidRDefault="00AF353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  <w:r w:rsidRPr="00FB45BC">
        <w:rPr>
          <w:rFonts w:ascii="Arial" w:hAnsi="Arial" w:cs="Arial"/>
          <w:color w:val="2C2C2C"/>
          <w:sz w:val="22"/>
          <w:szCs w:val="22"/>
        </w:rPr>
        <w:t>Naziv ponudnika</w:t>
      </w:r>
      <w:r w:rsidR="00FE7368" w:rsidRPr="00FB45BC">
        <w:rPr>
          <w:rFonts w:ascii="Arial" w:hAnsi="Arial" w:cs="Arial"/>
          <w:color w:val="2C2C2C"/>
          <w:sz w:val="22"/>
          <w:szCs w:val="22"/>
        </w:rPr>
        <w:t>:</w:t>
      </w:r>
      <w:r w:rsidRPr="00FB45BC">
        <w:rPr>
          <w:rFonts w:ascii="Arial" w:hAnsi="Arial" w:cs="Arial"/>
          <w:color w:val="2C2C2C"/>
          <w:sz w:val="22"/>
          <w:szCs w:val="22"/>
        </w:rPr>
        <w:tab/>
      </w:r>
      <w:r w:rsidRPr="00FB45BC">
        <w:rPr>
          <w:rFonts w:ascii="Arial" w:hAnsi="Arial" w:cs="Arial"/>
          <w:color w:val="2C2C2C"/>
          <w:sz w:val="22"/>
          <w:szCs w:val="22"/>
        </w:rPr>
        <w:tab/>
      </w:r>
      <w:r w:rsidR="00FE7368" w:rsidRPr="00FB45BC">
        <w:rPr>
          <w:rFonts w:ascii="Arial" w:hAnsi="Arial" w:cs="Arial"/>
          <w:color w:val="838383"/>
          <w:sz w:val="22"/>
          <w:szCs w:val="22"/>
        </w:rPr>
        <w:t>____</w:t>
      </w:r>
      <w:r w:rsidR="00FE7368" w:rsidRPr="00FB45BC">
        <w:rPr>
          <w:rFonts w:ascii="Arial" w:hAnsi="Arial" w:cs="Arial"/>
          <w:color w:val="5A5A5A"/>
          <w:sz w:val="22"/>
          <w:szCs w:val="22"/>
        </w:rPr>
        <w:t>_______</w:t>
      </w:r>
      <w:r w:rsidR="00FE7368" w:rsidRPr="00FB45BC">
        <w:rPr>
          <w:rFonts w:ascii="Arial" w:hAnsi="Arial" w:cs="Arial"/>
          <w:color w:val="838383"/>
          <w:sz w:val="22"/>
          <w:szCs w:val="22"/>
        </w:rPr>
        <w:t>_______</w:t>
      </w:r>
      <w:r w:rsidR="00FE7368" w:rsidRPr="00FB45BC">
        <w:rPr>
          <w:rFonts w:ascii="Arial" w:hAnsi="Arial" w:cs="Arial"/>
          <w:color w:val="5A5A5A"/>
          <w:sz w:val="22"/>
          <w:szCs w:val="22"/>
        </w:rPr>
        <w:t>_________</w:t>
      </w:r>
      <w:r w:rsidRPr="00FB45BC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FB45BC">
        <w:rPr>
          <w:rFonts w:ascii="Arial" w:hAnsi="Arial" w:cs="Arial"/>
          <w:color w:val="5A5A5A"/>
          <w:sz w:val="22"/>
          <w:szCs w:val="22"/>
          <w:u w:val="single"/>
        </w:rPr>
        <w:tab/>
      </w:r>
    </w:p>
    <w:p w14:paraId="1C42A1A4" w14:textId="77777777" w:rsidR="00FE7368" w:rsidRPr="00FB45BC" w:rsidRDefault="00FE736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</w:p>
    <w:p w14:paraId="433FC9C0" w14:textId="7564430B" w:rsidR="00FE7368" w:rsidRPr="00FB45BC" w:rsidRDefault="00AF353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  <w:r w:rsidRPr="00FB45BC">
        <w:rPr>
          <w:rFonts w:ascii="Arial" w:hAnsi="Arial" w:cs="Arial"/>
          <w:color w:val="2C2C2C"/>
          <w:sz w:val="22"/>
          <w:szCs w:val="22"/>
        </w:rPr>
        <w:t>Naslov sedeža</w:t>
      </w:r>
      <w:r w:rsidR="00FE7368" w:rsidRPr="00FB45BC">
        <w:rPr>
          <w:rFonts w:ascii="Arial" w:hAnsi="Arial" w:cs="Arial"/>
          <w:color w:val="2C2C2C"/>
          <w:sz w:val="22"/>
          <w:szCs w:val="22"/>
        </w:rPr>
        <w:t>:</w:t>
      </w:r>
      <w:r w:rsidRPr="00FB45BC">
        <w:rPr>
          <w:rFonts w:ascii="Arial" w:hAnsi="Arial" w:cs="Arial"/>
          <w:color w:val="2C2C2C"/>
          <w:sz w:val="22"/>
          <w:szCs w:val="22"/>
        </w:rPr>
        <w:tab/>
      </w:r>
      <w:r w:rsidRPr="00FB45BC">
        <w:rPr>
          <w:rFonts w:ascii="Arial" w:hAnsi="Arial" w:cs="Arial"/>
          <w:color w:val="2C2C2C"/>
          <w:sz w:val="22"/>
          <w:szCs w:val="22"/>
        </w:rPr>
        <w:tab/>
      </w:r>
      <w:r w:rsidR="00FE7368" w:rsidRPr="00FB45BC">
        <w:rPr>
          <w:rFonts w:ascii="Arial" w:hAnsi="Arial" w:cs="Arial"/>
          <w:color w:val="838383"/>
          <w:sz w:val="22"/>
          <w:szCs w:val="22"/>
        </w:rPr>
        <w:t>____</w:t>
      </w:r>
      <w:r w:rsidR="00FE7368" w:rsidRPr="00FB45BC">
        <w:rPr>
          <w:rFonts w:ascii="Arial" w:hAnsi="Arial" w:cs="Arial"/>
          <w:color w:val="5A5A5A"/>
          <w:sz w:val="22"/>
          <w:szCs w:val="22"/>
        </w:rPr>
        <w:t>____</w:t>
      </w:r>
      <w:r w:rsidR="00FE7368" w:rsidRPr="00FB45BC">
        <w:rPr>
          <w:rFonts w:ascii="Arial" w:hAnsi="Arial" w:cs="Arial"/>
          <w:color w:val="838383"/>
          <w:sz w:val="22"/>
          <w:szCs w:val="22"/>
        </w:rPr>
        <w:t>____</w:t>
      </w:r>
      <w:r w:rsidR="00FE7368" w:rsidRPr="00FB45BC">
        <w:rPr>
          <w:rFonts w:ascii="Arial" w:hAnsi="Arial" w:cs="Arial"/>
          <w:color w:val="5A5A5A"/>
          <w:sz w:val="22"/>
          <w:szCs w:val="22"/>
        </w:rPr>
        <w:t>__________</w:t>
      </w:r>
      <w:r w:rsidR="00FE7368" w:rsidRPr="00FB45BC">
        <w:rPr>
          <w:rFonts w:ascii="Arial" w:hAnsi="Arial" w:cs="Arial"/>
          <w:color w:val="838383"/>
          <w:sz w:val="22"/>
          <w:szCs w:val="22"/>
        </w:rPr>
        <w:t>_____</w:t>
      </w:r>
      <w:r w:rsidR="00FE7368" w:rsidRPr="00FB45BC">
        <w:rPr>
          <w:rFonts w:ascii="Arial" w:hAnsi="Arial" w:cs="Arial"/>
          <w:color w:val="5A5A5A"/>
          <w:sz w:val="22"/>
          <w:szCs w:val="22"/>
        </w:rPr>
        <w:t>_______</w:t>
      </w:r>
    </w:p>
    <w:p w14:paraId="012B94EF" w14:textId="77777777" w:rsidR="00FE7368" w:rsidRPr="00FB45BC" w:rsidRDefault="00FE736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7FFD418E" w14:textId="506CA721" w:rsidR="00FE7368" w:rsidRPr="00FB45BC" w:rsidRDefault="00FE7368" w:rsidP="00FE7368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FB45BC">
        <w:rPr>
          <w:rFonts w:ascii="Arial" w:hAnsi="Arial" w:cs="Arial"/>
          <w:color w:val="2C2C2C"/>
          <w:sz w:val="22"/>
          <w:szCs w:val="22"/>
        </w:rPr>
        <w:t>Zakoniti zastopnik (za pravno osebo):</w:t>
      </w:r>
      <w:r w:rsidRPr="00FB45BC">
        <w:rPr>
          <w:rFonts w:ascii="Arial" w:hAnsi="Arial" w:cs="Arial"/>
          <w:color w:val="2C2C2C"/>
          <w:sz w:val="22"/>
          <w:szCs w:val="22"/>
          <w:u w:val="single"/>
        </w:rPr>
        <w:t>_________________________</w:t>
      </w:r>
      <w:r w:rsidR="00AF3538" w:rsidRPr="00FB45BC">
        <w:rPr>
          <w:rFonts w:ascii="Arial" w:hAnsi="Arial" w:cs="Arial"/>
          <w:color w:val="2C2C2C"/>
          <w:sz w:val="22"/>
          <w:szCs w:val="22"/>
          <w:u w:val="single"/>
        </w:rPr>
        <w:tab/>
      </w:r>
    </w:p>
    <w:bookmarkEnd w:id="1"/>
    <w:p w14:paraId="6750D7F7" w14:textId="24265475" w:rsidR="0082093D" w:rsidRDefault="0082093D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6D82CCCA" w14:textId="77777777" w:rsidR="00FB45BC" w:rsidRPr="00FB45BC" w:rsidRDefault="00FB45BC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1737ED22" w14:textId="39A26AC1" w:rsidR="008E0F9E" w:rsidRPr="00FB45BC" w:rsidRDefault="00200576" w:rsidP="00200576">
      <w:pPr>
        <w:jc w:val="both"/>
        <w:rPr>
          <w:rFonts w:ascii="Arial" w:hAnsi="Arial" w:cs="Arial"/>
          <w:sz w:val="22"/>
          <w:szCs w:val="22"/>
        </w:rPr>
      </w:pPr>
      <w:r w:rsidRPr="00FB45BC">
        <w:rPr>
          <w:rFonts w:ascii="Arial" w:hAnsi="Arial" w:cs="Arial"/>
          <w:sz w:val="22"/>
          <w:szCs w:val="22"/>
        </w:rPr>
        <w:t xml:space="preserve">Na podlagi dokumentacije, objavljene na spletni strani </w:t>
      </w:r>
      <w:hyperlink r:id="rId11" w:history="1">
        <w:r w:rsidRPr="00FB45BC">
          <w:rPr>
            <w:rStyle w:val="Hiperpovezava"/>
            <w:rFonts w:ascii="Arial" w:hAnsi="Arial" w:cs="Arial"/>
            <w:sz w:val="22"/>
            <w:szCs w:val="22"/>
          </w:rPr>
          <w:t>http://www.dbr.si</w:t>
        </w:r>
      </w:hyperlink>
      <w:r w:rsidRPr="00FB45BC">
        <w:rPr>
          <w:rFonts w:ascii="Arial" w:hAnsi="Arial" w:cs="Arial"/>
          <w:sz w:val="22"/>
          <w:szCs w:val="22"/>
        </w:rPr>
        <w:t xml:space="preserve">, se prijavljamo na </w:t>
      </w:r>
      <w:r w:rsidR="00AD23DF" w:rsidRPr="00FB45BC">
        <w:rPr>
          <w:rFonts w:ascii="Arial" w:hAnsi="Arial" w:cs="Arial"/>
          <w:sz w:val="22"/>
          <w:szCs w:val="22"/>
        </w:rPr>
        <w:t xml:space="preserve">javno </w:t>
      </w:r>
      <w:r w:rsidRPr="00FB45BC">
        <w:rPr>
          <w:rFonts w:ascii="Arial" w:hAnsi="Arial" w:cs="Arial"/>
          <w:sz w:val="22"/>
          <w:szCs w:val="22"/>
        </w:rPr>
        <w:t xml:space="preserve">zbiranje ponudb za odkup </w:t>
      </w:r>
      <w:r w:rsidR="00FB45BC" w:rsidRPr="00FB45BC">
        <w:rPr>
          <w:rFonts w:ascii="Arial" w:hAnsi="Arial" w:cs="Arial"/>
          <w:sz w:val="22"/>
          <w:szCs w:val="22"/>
        </w:rPr>
        <w:t>ca. 10.000 m</w:t>
      </w:r>
      <w:r w:rsidR="00FB45BC" w:rsidRPr="00FB45BC">
        <w:rPr>
          <w:rFonts w:ascii="Arial" w:hAnsi="Arial" w:cs="Arial"/>
          <w:sz w:val="22"/>
          <w:szCs w:val="22"/>
          <w:vertAlign w:val="superscript"/>
        </w:rPr>
        <w:t xml:space="preserve">3 </w:t>
      </w:r>
      <w:r w:rsidR="00FB45BC" w:rsidRPr="00FB45BC">
        <w:rPr>
          <w:rFonts w:ascii="Arial" w:hAnsi="Arial" w:cs="Arial"/>
          <w:sz w:val="22"/>
          <w:szCs w:val="22"/>
        </w:rPr>
        <w:t>dizelskega goriva</w:t>
      </w:r>
      <w:r w:rsidR="00005618" w:rsidRPr="00FB45BC">
        <w:rPr>
          <w:rFonts w:ascii="Arial" w:hAnsi="Arial" w:cs="Arial"/>
          <w:sz w:val="22"/>
          <w:szCs w:val="22"/>
        </w:rPr>
        <w:t xml:space="preserve">, kakovosti skladno s standardom </w:t>
      </w:r>
      <w:r w:rsidR="00FB45BC" w:rsidRPr="00FB45BC">
        <w:rPr>
          <w:rFonts w:ascii="Arial" w:hAnsi="Arial" w:cs="Arial"/>
          <w:sz w:val="22"/>
          <w:szCs w:val="22"/>
        </w:rPr>
        <w:t>SIST EN 590</w:t>
      </w:r>
      <w:r w:rsidRPr="00FB45BC">
        <w:rPr>
          <w:rFonts w:ascii="Arial" w:hAnsi="Arial" w:cs="Arial"/>
          <w:sz w:val="22"/>
          <w:szCs w:val="22"/>
        </w:rPr>
        <w:t xml:space="preserve"> in prilagamo našo ponudbeno dokumentacijo v skladu z navodili za izdelavo ponudbe.</w:t>
      </w:r>
      <w:r w:rsidR="001846CB" w:rsidRPr="00FB45BC">
        <w:rPr>
          <w:rFonts w:ascii="Arial" w:hAnsi="Arial" w:cs="Arial"/>
          <w:sz w:val="22"/>
          <w:szCs w:val="22"/>
        </w:rPr>
        <w:t xml:space="preserve"> </w:t>
      </w:r>
    </w:p>
    <w:p w14:paraId="6B73D886" w14:textId="77777777" w:rsidR="008E0F9E" w:rsidRPr="00FB45BC" w:rsidRDefault="008E0F9E" w:rsidP="00200576">
      <w:pPr>
        <w:jc w:val="both"/>
        <w:rPr>
          <w:rFonts w:ascii="Arial" w:hAnsi="Arial" w:cs="Arial"/>
          <w:i/>
          <w:sz w:val="22"/>
          <w:szCs w:val="22"/>
        </w:rPr>
      </w:pPr>
    </w:p>
    <w:p w14:paraId="6B260A1C" w14:textId="7F70CFEF" w:rsidR="00200576" w:rsidRPr="00FB45BC" w:rsidRDefault="00200576" w:rsidP="00FE7368">
      <w:pPr>
        <w:pStyle w:val="Odstavekseznama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bCs/>
          <w:color w:val="2C2C2C"/>
        </w:rPr>
      </w:pPr>
      <w:r w:rsidRPr="00FB45BC">
        <w:rPr>
          <w:rFonts w:ascii="Arial" w:hAnsi="Arial" w:cs="Arial"/>
          <w:b/>
          <w:bCs/>
          <w:color w:val="2C2C2C"/>
        </w:rPr>
        <w:t>PREDMET PONUDBE</w:t>
      </w:r>
    </w:p>
    <w:p w14:paraId="2D5EC4B7" w14:textId="3E447C95" w:rsidR="00200576" w:rsidRPr="00FB45BC" w:rsidRDefault="00200576" w:rsidP="005C1386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FB45BC">
        <w:rPr>
          <w:rFonts w:ascii="Arial" w:hAnsi="Arial" w:cs="Arial"/>
          <w:sz w:val="22"/>
          <w:szCs w:val="22"/>
        </w:rPr>
        <w:t xml:space="preserve">Predmet ponudbe je odkup </w:t>
      </w:r>
      <w:r w:rsidR="00FB45BC" w:rsidRPr="00FB45BC">
        <w:rPr>
          <w:rFonts w:ascii="Arial" w:hAnsi="Arial" w:cs="Arial"/>
          <w:sz w:val="22"/>
          <w:szCs w:val="22"/>
        </w:rPr>
        <w:t>ca. 10.000 m</w:t>
      </w:r>
      <w:r w:rsidR="00FB45BC" w:rsidRPr="00FB45BC">
        <w:rPr>
          <w:rFonts w:ascii="Arial" w:hAnsi="Arial" w:cs="Arial"/>
          <w:sz w:val="22"/>
          <w:szCs w:val="22"/>
          <w:vertAlign w:val="superscript"/>
        </w:rPr>
        <w:t xml:space="preserve">3 </w:t>
      </w:r>
      <w:r w:rsidR="00FB45BC" w:rsidRPr="00FB45BC">
        <w:rPr>
          <w:rFonts w:ascii="Arial" w:hAnsi="Arial" w:cs="Arial"/>
          <w:sz w:val="22"/>
          <w:szCs w:val="22"/>
        </w:rPr>
        <w:t>dizelskega goriva</w:t>
      </w:r>
      <w:r w:rsidRPr="00FB45BC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, </w:t>
      </w:r>
      <w:bookmarkStart w:id="2" w:name="_Hlk119495542"/>
      <w:r w:rsidR="00005618" w:rsidRPr="00FB45BC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kakovosti skladno s </w:t>
      </w:r>
      <w:r w:rsidR="00FB45BC" w:rsidRPr="00FB45BC">
        <w:rPr>
          <w:rFonts w:ascii="Arial" w:eastAsia="HiddenHorzOCR" w:hAnsi="Arial" w:cs="Arial"/>
          <w:color w:val="000000" w:themeColor="text1"/>
          <w:sz w:val="22"/>
          <w:szCs w:val="22"/>
        </w:rPr>
        <w:t>standardom SIST EN 590</w:t>
      </w:r>
      <w:r w:rsidR="00005618" w:rsidRPr="00FB45BC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, </w:t>
      </w:r>
      <w:r w:rsidR="0082093D" w:rsidRPr="00FB45BC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ki je </w:t>
      </w:r>
      <w:r w:rsidR="0082093D" w:rsidRPr="00FB45BC">
        <w:rPr>
          <w:rFonts w:ascii="Arial" w:hAnsi="Arial" w:cs="Arial"/>
          <w:sz w:val="22"/>
          <w:szCs w:val="22"/>
        </w:rPr>
        <w:t>skladiščen</w:t>
      </w:r>
      <w:r w:rsidR="00FB45BC" w:rsidRPr="00FB45BC">
        <w:rPr>
          <w:rFonts w:ascii="Arial" w:hAnsi="Arial" w:cs="Arial"/>
          <w:sz w:val="22"/>
          <w:szCs w:val="22"/>
        </w:rPr>
        <w:t>o</w:t>
      </w:r>
      <w:bookmarkStart w:id="3" w:name="_Hlk156548514"/>
      <w:r w:rsidR="000B76FF" w:rsidRPr="00FB45BC">
        <w:rPr>
          <w:rFonts w:ascii="Arial" w:hAnsi="Arial" w:cs="Arial"/>
          <w:sz w:val="22"/>
          <w:szCs w:val="22"/>
        </w:rPr>
        <w:t xml:space="preserve"> pri podjetju </w:t>
      </w:r>
      <w:r w:rsidR="00FB45BC" w:rsidRPr="00FB45BC">
        <w:rPr>
          <w:rFonts w:ascii="Arial" w:hAnsi="Arial" w:cs="Arial"/>
          <w:sz w:val="22"/>
          <w:szCs w:val="22"/>
        </w:rPr>
        <w:t>HSE – EDT d.o.o., Ob železnici 27, 1420 Trbovlje, na isti lokaciji</w:t>
      </w:r>
      <w:r w:rsidR="000B76FF" w:rsidRPr="00FB45BC">
        <w:rPr>
          <w:rFonts w:ascii="Arial" w:hAnsi="Arial" w:cs="Arial"/>
          <w:sz w:val="22"/>
          <w:szCs w:val="22"/>
        </w:rPr>
        <w:t xml:space="preserve"> </w:t>
      </w:r>
      <w:r w:rsidR="005C1386" w:rsidRPr="00FB45BC">
        <w:rPr>
          <w:rFonts w:ascii="Arial" w:hAnsi="Arial" w:cs="Arial"/>
          <w:sz w:val="22"/>
          <w:szCs w:val="22"/>
        </w:rPr>
        <w:t>(</w:t>
      </w:r>
      <w:r w:rsidR="00F47817" w:rsidRPr="00FB45BC">
        <w:rPr>
          <w:rFonts w:ascii="Arial" w:hAnsi="Arial" w:cs="Arial"/>
          <w:sz w:val="22"/>
          <w:szCs w:val="22"/>
        </w:rPr>
        <w:t xml:space="preserve">FCA - </w:t>
      </w:r>
      <w:proofErr w:type="spellStart"/>
      <w:r w:rsidR="00F47817" w:rsidRPr="00FB45BC">
        <w:rPr>
          <w:rFonts w:ascii="Arial" w:hAnsi="Arial" w:cs="Arial"/>
          <w:sz w:val="22"/>
          <w:szCs w:val="22"/>
        </w:rPr>
        <w:t>Incoterms</w:t>
      </w:r>
      <w:proofErr w:type="spellEnd"/>
      <w:r w:rsidR="00F47817" w:rsidRPr="00FB45BC">
        <w:rPr>
          <w:rFonts w:ascii="Arial" w:hAnsi="Arial" w:cs="Arial"/>
          <w:sz w:val="22"/>
          <w:szCs w:val="22"/>
        </w:rPr>
        <w:t xml:space="preserve"> 2020)</w:t>
      </w:r>
      <w:r w:rsidR="00D36D65" w:rsidRPr="00FB45BC">
        <w:rPr>
          <w:rFonts w:ascii="Arial" w:hAnsi="Arial" w:cs="Arial"/>
          <w:sz w:val="22"/>
          <w:szCs w:val="22"/>
        </w:rPr>
        <w:t>,</w:t>
      </w:r>
      <w:bookmarkEnd w:id="3"/>
      <w:r w:rsidR="00D36D65" w:rsidRPr="00FB45BC">
        <w:rPr>
          <w:rFonts w:ascii="Arial" w:hAnsi="Arial" w:cs="Arial"/>
          <w:sz w:val="22"/>
          <w:szCs w:val="22"/>
        </w:rPr>
        <w:t xml:space="preserve"> po </w:t>
      </w:r>
      <w:bookmarkEnd w:id="2"/>
      <w:r w:rsidR="00277556" w:rsidRPr="00FB45BC">
        <w:rPr>
          <w:rFonts w:ascii="Arial" w:hAnsi="Arial" w:cs="Arial"/>
          <w:sz w:val="22"/>
          <w:szCs w:val="22"/>
        </w:rPr>
        <w:t>cen</w:t>
      </w:r>
      <w:r w:rsidR="00FB45BC" w:rsidRPr="00FB45BC">
        <w:rPr>
          <w:rFonts w:ascii="Arial" w:hAnsi="Arial" w:cs="Arial"/>
          <w:sz w:val="22"/>
          <w:szCs w:val="22"/>
        </w:rPr>
        <w:t>i</w:t>
      </w:r>
      <w:r w:rsidR="00277556" w:rsidRPr="00FB45BC">
        <w:rPr>
          <w:rFonts w:ascii="Arial" w:hAnsi="Arial" w:cs="Arial"/>
          <w:sz w:val="22"/>
          <w:szCs w:val="22"/>
        </w:rPr>
        <w:t xml:space="preserve"> iz 2</w:t>
      </w:r>
      <w:bookmarkStart w:id="4" w:name="_GoBack"/>
      <w:bookmarkEnd w:id="4"/>
      <w:r w:rsidR="00277556" w:rsidRPr="00FB45BC">
        <w:rPr>
          <w:rFonts w:ascii="Arial" w:hAnsi="Arial" w:cs="Arial"/>
          <w:sz w:val="22"/>
          <w:szCs w:val="22"/>
        </w:rPr>
        <w:t>. točke.</w:t>
      </w:r>
    </w:p>
    <w:p w14:paraId="78A2EE64" w14:textId="77777777" w:rsidR="005C1386" w:rsidRPr="00FB45BC" w:rsidRDefault="005C1386" w:rsidP="005C1386">
      <w:pPr>
        <w:pStyle w:val="Telobesedila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52819637" w14:textId="07E95943" w:rsidR="0024767F" w:rsidRPr="00FB45BC" w:rsidRDefault="00200576" w:rsidP="004C706E">
      <w:pPr>
        <w:pStyle w:val="Odstavekseznama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bCs/>
          <w:color w:val="2C2C2C"/>
        </w:rPr>
      </w:pPr>
      <w:r w:rsidRPr="00FB45BC">
        <w:rPr>
          <w:rFonts w:ascii="Arial" w:hAnsi="Arial" w:cs="Arial"/>
          <w:b/>
          <w:bCs/>
          <w:color w:val="2C2C2C"/>
        </w:rPr>
        <w:t>PONUDBENA CENA</w:t>
      </w:r>
    </w:p>
    <w:p w14:paraId="384A46E2" w14:textId="40009256" w:rsidR="0088660C" w:rsidRPr="00FB45BC" w:rsidRDefault="0088660C" w:rsidP="0088660C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bookmarkStart w:id="5" w:name="_Hlk152073515"/>
      <w:r w:rsidRPr="00FB45BC">
        <w:rPr>
          <w:rFonts w:ascii="Arial" w:hAnsi="Arial" w:cs="Arial"/>
          <w:sz w:val="22"/>
          <w:szCs w:val="22"/>
        </w:rPr>
        <w:t xml:space="preserve">Odkupna cena za </w:t>
      </w:r>
      <w:r w:rsidR="00FB45BC">
        <w:rPr>
          <w:rFonts w:ascii="Arial" w:hAnsi="Arial" w:cs="Arial"/>
          <w:sz w:val="22"/>
          <w:szCs w:val="22"/>
        </w:rPr>
        <w:t>dizelsko gorivo</w:t>
      </w:r>
      <w:r w:rsidRPr="00FB45BC">
        <w:rPr>
          <w:rFonts w:ascii="Arial" w:hAnsi="Arial" w:cs="Arial"/>
          <w:sz w:val="22"/>
          <w:szCs w:val="22"/>
        </w:rPr>
        <w:t xml:space="preserve"> znaša </w:t>
      </w:r>
      <w:r w:rsidRPr="00FB45BC">
        <w:rPr>
          <w:rFonts w:ascii="Arial" w:hAnsi="Arial" w:cs="Arial"/>
          <w:sz w:val="22"/>
          <w:szCs w:val="22"/>
          <w:u w:val="single"/>
        </w:rPr>
        <w:tab/>
      </w:r>
      <w:r w:rsidRPr="00FB45BC">
        <w:rPr>
          <w:rFonts w:ascii="Arial" w:hAnsi="Arial" w:cs="Arial"/>
          <w:sz w:val="22"/>
          <w:szCs w:val="22"/>
          <w:u w:val="single"/>
        </w:rPr>
        <w:tab/>
      </w:r>
      <w:r w:rsidRPr="00FB45BC">
        <w:rPr>
          <w:rFonts w:ascii="Arial" w:hAnsi="Arial" w:cs="Arial"/>
          <w:sz w:val="22"/>
          <w:szCs w:val="22"/>
          <w:u w:val="single"/>
        </w:rPr>
        <w:tab/>
      </w:r>
      <w:r w:rsidRPr="00FB45BC">
        <w:rPr>
          <w:rFonts w:ascii="Arial" w:hAnsi="Arial" w:cs="Arial"/>
          <w:sz w:val="22"/>
          <w:szCs w:val="22"/>
          <w:u w:val="single"/>
        </w:rPr>
        <w:tab/>
      </w:r>
      <w:r w:rsidRPr="00FB45BC">
        <w:rPr>
          <w:rFonts w:ascii="Arial" w:hAnsi="Arial" w:cs="Arial"/>
          <w:sz w:val="22"/>
          <w:szCs w:val="22"/>
        </w:rPr>
        <w:t xml:space="preserve"> EUR/l vključno z nadomestilom za obvezne rezerve nafte in njenih derivatov in brez trošarine, </w:t>
      </w:r>
      <w:proofErr w:type="spellStart"/>
      <w:r w:rsidRPr="00FB45BC">
        <w:rPr>
          <w:rFonts w:ascii="Arial" w:hAnsi="Arial" w:cs="Arial"/>
          <w:sz w:val="22"/>
          <w:szCs w:val="22"/>
        </w:rPr>
        <w:t>okoljske</w:t>
      </w:r>
      <w:proofErr w:type="spellEnd"/>
      <w:r w:rsidRPr="00FB45BC">
        <w:rPr>
          <w:rFonts w:ascii="Arial" w:hAnsi="Arial" w:cs="Arial"/>
          <w:sz w:val="22"/>
          <w:szCs w:val="22"/>
        </w:rPr>
        <w:t xml:space="preserve"> dajatve, prispevka za energetsko učinkovitost, prispevka OVE in SPTE ter davka na dodano vrednost.</w:t>
      </w:r>
    </w:p>
    <w:p w14:paraId="148E27AB" w14:textId="77777777" w:rsidR="0088660C" w:rsidRPr="00FB45BC" w:rsidRDefault="0088660C" w:rsidP="0088660C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</w:p>
    <w:p w14:paraId="2C947D40" w14:textId="4EA3C4C5" w:rsidR="0088660C" w:rsidRPr="00FB45BC" w:rsidRDefault="0088660C" w:rsidP="0088660C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FB45BC">
        <w:rPr>
          <w:rFonts w:ascii="Arial" w:hAnsi="Arial" w:cs="Arial"/>
          <w:sz w:val="22"/>
          <w:szCs w:val="22"/>
        </w:rPr>
        <w:t xml:space="preserve">Skupna vrednost odkupljenega blaga (EUR/l × količina za odkup) znaša </w:t>
      </w:r>
      <w:r w:rsidRPr="00FB45BC">
        <w:rPr>
          <w:rFonts w:ascii="Arial" w:hAnsi="Arial" w:cs="Arial"/>
          <w:sz w:val="22"/>
          <w:szCs w:val="22"/>
          <w:u w:val="single"/>
        </w:rPr>
        <w:tab/>
      </w:r>
      <w:r w:rsidRPr="00FB45BC">
        <w:rPr>
          <w:rFonts w:ascii="Arial" w:hAnsi="Arial" w:cs="Arial"/>
          <w:sz w:val="22"/>
          <w:szCs w:val="22"/>
          <w:u w:val="single"/>
        </w:rPr>
        <w:tab/>
      </w:r>
      <w:r w:rsidRPr="00FB45BC">
        <w:rPr>
          <w:rFonts w:ascii="Arial" w:hAnsi="Arial" w:cs="Arial"/>
          <w:sz w:val="22"/>
          <w:szCs w:val="22"/>
          <w:u w:val="single"/>
        </w:rPr>
        <w:tab/>
      </w:r>
      <w:r w:rsidRPr="00FB45BC">
        <w:rPr>
          <w:rFonts w:ascii="Arial" w:hAnsi="Arial" w:cs="Arial"/>
          <w:sz w:val="22"/>
          <w:szCs w:val="22"/>
          <w:u w:val="single"/>
        </w:rPr>
        <w:tab/>
      </w:r>
      <w:r w:rsidRPr="00FB45BC">
        <w:rPr>
          <w:rFonts w:ascii="Arial" w:hAnsi="Arial" w:cs="Arial"/>
          <w:sz w:val="22"/>
          <w:szCs w:val="22"/>
          <w:u w:val="single"/>
        </w:rPr>
        <w:tab/>
      </w:r>
      <w:r w:rsidRPr="00FB45BC">
        <w:rPr>
          <w:rFonts w:ascii="Arial" w:hAnsi="Arial" w:cs="Arial"/>
          <w:sz w:val="22"/>
          <w:szCs w:val="22"/>
          <w:u w:val="single"/>
        </w:rPr>
        <w:tab/>
      </w:r>
      <w:r w:rsidRPr="00FB45BC">
        <w:rPr>
          <w:rFonts w:ascii="Arial" w:hAnsi="Arial" w:cs="Arial"/>
          <w:sz w:val="22"/>
          <w:szCs w:val="22"/>
        </w:rPr>
        <w:t xml:space="preserve"> EUR vključno z nadomestilom za obvezne rezerve nafte in njenih derivatov in brez trošarine, </w:t>
      </w:r>
      <w:proofErr w:type="spellStart"/>
      <w:r w:rsidRPr="00FB45BC">
        <w:rPr>
          <w:rFonts w:ascii="Arial" w:hAnsi="Arial" w:cs="Arial"/>
          <w:sz w:val="22"/>
          <w:szCs w:val="22"/>
        </w:rPr>
        <w:t>okoljske</w:t>
      </w:r>
      <w:proofErr w:type="spellEnd"/>
      <w:r w:rsidRPr="00FB45BC">
        <w:rPr>
          <w:rFonts w:ascii="Arial" w:hAnsi="Arial" w:cs="Arial"/>
          <w:sz w:val="22"/>
          <w:szCs w:val="22"/>
        </w:rPr>
        <w:t xml:space="preserve"> dajatve, prispevka za energetsko učinkovitost, prispevka OVE in SPTE ter davka na dodano vrednost.</w:t>
      </w:r>
    </w:p>
    <w:bookmarkEnd w:id="5"/>
    <w:p w14:paraId="1C47A06D" w14:textId="77777777" w:rsidR="0088660C" w:rsidRPr="00FB45BC" w:rsidRDefault="0088660C" w:rsidP="0088660C">
      <w:pPr>
        <w:pStyle w:val="Telobesedila"/>
        <w:spacing w:after="0"/>
        <w:rPr>
          <w:rFonts w:ascii="Arial" w:hAnsi="Arial" w:cs="Arial"/>
          <w:sz w:val="22"/>
          <w:szCs w:val="22"/>
        </w:rPr>
      </w:pPr>
    </w:p>
    <w:p w14:paraId="4298FE81" w14:textId="541FFF51" w:rsidR="0088660C" w:rsidRPr="00FB45BC" w:rsidRDefault="0088660C" w:rsidP="0088660C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FB45BC">
        <w:rPr>
          <w:rFonts w:ascii="Arial" w:hAnsi="Arial" w:cs="Arial"/>
          <w:sz w:val="22"/>
          <w:szCs w:val="22"/>
        </w:rPr>
        <w:t xml:space="preserve">Cena mora vsebovati vse stroške (popuste in stroške dobave blaga, špediterske, prevozne, carinske ter vse morebitne druge stroške…), povezane z izvršitvijo tega naročila. </w:t>
      </w:r>
    </w:p>
    <w:p w14:paraId="02686652" w14:textId="77777777" w:rsidR="0088660C" w:rsidRPr="00FB45BC" w:rsidRDefault="0088660C" w:rsidP="0088660C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7A2A07E4" w14:textId="61C52A81" w:rsidR="0088660C" w:rsidRPr="00FB45BC" w:rsidRDefault="0088660C" w:rsidP="0088660C">
      <w:pPr>
        <w:pStyle w:val="Telobesedila210"/>
        <w:rPr>
          <w:rFonts w:cs="Arial"/>
          <w:color w:val="auto"/>
          <w:sz w:val="22"/>
          <w:szCs w:val="22"/>
        </w:rPr>
      </w:pPr>
      <w:r w:rsidRPr="00FB45BC">
        <w:rPr>
          <w:rFonts w:cs="Arial"/>
          <w:color w:val="auto"/>
          <w:sz w:val="22"/>
          <w:szCs w:val="22"/>
        </w:rPr>
        <w:t xml:space="preserve">Prodajalec bo vse morebitne stroške iz naslova dajatev, zaračunal kupcu. </w:t>
      </w:r>
    </w:p>
    <w:p w14:paraId="0C3715C1" w14:textId="77777777" w:rsidR="0088660C" w:rsidRPr="00FB45BC" w:rsidRDefault="0088660C" w:rsidP="00A452D7">
      <w:pPr>
        <w:pStyle w:val="Telobesedila210"/>
        <w:rPr>
          <w:rFonts w:cs="Arial"/>
          <w:color w:val="auto"/>
          <w:sz w:val="22"/>
          <w:szCs w:val="22"/>
        </w:rPr>
      </w:pPr>
    </w:p>
    <w:p w14:paraId="159A52A6" w14:textId="4484A4A7" w:rsidR="00E32855" w:rsidRPr="00FB45BC" w:rsidRDefault="00200576" w:rsidP="00A452D7">
      <w:pPr>
        <w:pStyle w:val="Odstavekseznama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bCs/>
          <w:color w:val="2C2C2C"/>
        </w:rPr>
      </w:pPr>
      <w:r w:rsidRPr="00FB45BC">
        <w:rPr>
          <w:rFonts w:ascii="Arial" w:hAnsi="Arial" w:cs="Arial"/>
          <w:b/>
          <w:bCs/>
          <w:color w:val="2C2C2C"/>
        </w:rPr>
        <w:t>OPCIJA PONUDBE</w:t>
      </w:r>
    </w:p>
    <w:p w14:paraId="52164044" w14:textId="77777777" w:rsidR="00FE7368" w:rsidRPr="00FB45BC" w:rsidRDefault="00FE7368" w:rsidP="00FE7368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FB45BC">
        <w:rPr>
          <w:rFonts w:ascii="Arial" w:hAnsi="Arial" w:cs="Arial"/>
          <w:color w:val="2C2C2C"/>
          <w:sz w:val="22"/>
          <w:szCs w:val="22"/>
        </w:rPr>
        <w:t>Ponudba velja 30 dni od dneva odpiranja ponudb.</w:t>
      </w:r>
    </w:p>
    <w:p w14:paraId="74470B81" w14:textId="63FC7964" w:rsidR="0088660C" w:rsidRDefault="0088660C" w:rsidP="00FE7368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2C2C2C"/>
          <w:sz w:val="22"/>
          <w:szCs w:val="22"/>
        </w:rPr>
      </w:pPr>
    </w:p>
    <w:p w14:paraId="67C9EC0F" w14:textId="77777777" w:rsidR="00FB45BC" w:rsidRPr="00FB45BC" w:rsidRDefault="00FB45BC" w:rsidP="00FE7368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2C2C2C"/>
          <w:sz w:val="22"/>
          <w:szCs w:val="22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  <w:gridCol w:w="5207"/>
      </w:tblGrid>
      <w:tr w:rsidR="00FE7368" w:rsidRPr="00FB45BC" w14:paraId="3AA0198A" w14:textId="77777777" w:rsidTr="00211374">
        <w:tc>
          <w:tcPr>
            <w:tcW w:w="4111" w:type="dxa"/>
          </w:tcPr>
          <w:p w14:paraId="65709E40" w14:textId="099A14EE" w:rsidR="00FE7368" w:rsidRPr="00FB45BC" w:rsidRDefault="00211374" w:rsidP="00A23A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C2C2C"/>
                <w:sz w:val="22"/>
                <w:szCs w:val="22"/>
              </w:rPr>
            </w:pPr>
            <w:r w:rsidRPr="00FB45BC">
              <w:rPr>
                <w:rFonts w:ascii="Arial" w:hAnsi="Arial" w:cs="Arial"/>
                <w:color w:val="2C2C2C"/>
                <w:sz w:val="22"/>
                <w:szCs w:val="22"/>
              </w:rPr>
              <w:t>Kraj in datum:</w:t>
            </w:r>
            <w:r w:rsidR="00FE7368" w:rsidRPr="00FB45BC">
              <w:rPr>
                <w:rFonts w:ascii="Arial" w:hAnsi="Arial" w:cs="Arial"/>
                <w:color w:val="2C2C2C"/>
                <w:sz w:val="22"/>
                <w:szCs w:val="22"/>
              </w:rPr>
              <w:t xml:space="preserve"> _______________</w:t>
            </w:r>
          </w:p>
        </w:tc>
        <w:tc>
          <w:tcPr>
            <w:tcW w:w="4959" w:type="dxa"/>
          </w:tcPr>
          <w:p w14:paraId="5F6B3013" w14:textId="4871E985" w:rsidR="00A23A04" w:rsidRDefault="00A23A04" w:rsidP="001846C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  <w:p w14:paraId="551866A3" w14:textId="77777777" w:rsidR="00FB45BC" w:rsidRPr="00FB45BC" w:rsidRDefault="00FB45BC" w:rsidP="001846C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  <w:p w14:paraId="579CE2F8" w14:textId="14543425" w:rsidR="00211374" w:rsidRPr="00FB45BC" w:rsidRDefault="00211374" w:rsidP="0021137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45BC">
              <w:rPr>
                <w:rFonts w:ascii="Arial" w:hAnsi="Arial" w:cs="Arial"/>
                <w:sz w:val="22"/>
                <w:szCs w:val="22"/>
              </w:rPr>
              <w:tab/>
              <w:t>___________________________________</w:t>
            </w:r>
          </w:p>
          <w:p w14:paraId="38BC2580" w14:textId="4B58E950" w:rsidR="00211374" w:rsidRPr="00FB45BC" w:rsidRDefault="00211374" w:rsidP="0021137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45BC">
              <w:rPr>
                <w:rFonts w:ascii="Arial" w:hAnsi="Arial" w:cs="Arial"/>
                <w:sz w:val="22"/>
                <w:szCs w:val="22"/>
              </w:rPr>
              <w:tab/>
              <w:t>Podpis zakonitega zastopnika in žig</w:t>
            </w:r>
          </w:p>
          <w:p w14:paraId="29E112EF" w14:textId="77777777" w:rsidR="00FE7368" w:rsidRPr="00FB45BC" w:rsidRDefault="00FE7368" w:rsidP="003C63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</w:tc>
      </w:tr>
    </w:tbl>
    <w:p w14:paraId="0E004FBE" w14:textId="194A7AD4" w:rsidR="001A2FF0" w:rsidRPr="00FB45BC" w:rsidRDefault="001A2FF0" w:rsidP="004C706E">
      <w:pPr>
        <w:rPr>
          <w:rFonts w:ascii="Arial" w:hAnsi="Arial" w:cs="Arial"/>
          <w:sz w:val="22"/>
          <w:szCs w:val="22"/>
        </w:rPr>
      </w:pPr>
    </w:p>
    <w:sectPr w:rsidR="001A2FF0" w:rsidRPr="00FB45BC" w:rsidSect="00EE6ED9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D16C0" w14:textId="77777777" w:rsidR="00E53A14" w:rsidRDefault="00E53A14">
      <w:r>
        <w:separator/>
      </w:r>
    </w:p>
  </w:endnote>
  <w:endnote w:type="continuationSeparator" w:id="0">
    <w:p w14:paraId="4DFE7F9C" w14:textId="77777777" w:rsidR="00E53A14" w:rsidRDefault="00E53A14">
      <w:r>
        <w:continuationSeparator/>
      </w:r>
    </w:p>
  </w:endnote>
  <w:endnote w:type="continuationNotice" w:id="1">
    <w:p w14:paraId="393DDEFA" w14:textId="77777777" w:rsidR="00E53A14" w:rsidRDefault="00E53A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3EF6CAFE" w:rsidR="00E53A14" w:rsidRPr="00EE6ED9" w:rsidRDefault="00E53A14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E53A14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E53A14" w:rsidRPr="005A785E" w:rsidRDefault="00E53A14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356BB24B" w:rsidR="00E53A14" w:rsidRPr="00EE6ED9" w:rsidRDefault="00E53A14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E53A14" w:rsidRPr="00FC6CF0" w:rsidRDefault="00E53A14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C79D7" w14:textId="77777777" w:rsidR="00E53A14" w:rsidRDefault="00E53A14">
      <w:r>
        <w:separator/>
      </w:r>
    </w:p>
  </w:footnote>
  <w:footnote w:type="continuationSeparator" w:id="0">
    <w:p w14:paraId="09944DD3" w14:textId="77777777" w:rsidR="00E53A14" w:rsidRDefault="00E53A14">
      <w:r>
        <w:continuationSeparator/>
      </w:r>
    </w:p>
  </w:footnote>
  <w:footnote w:type="continuationNotice" w:id="1">
    <w:p w14:paraId="019B99F1" w14:textId="77777777" w:rsidR="00E53A14" w:rsidRDefault="00E53A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E53A14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E53A14" w:rsidRPr="00A04B00" w:rsidRDefault="00E53A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6" w:name="OLE_LINK1"/>
          <w:bookmarkStart w:id="7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E53A14" w:rsidRPr="00A04B00" w:rsidRDefault="00E53A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E53A14" w:rsidRPr="00A04B00" w:rsidRDefault="00E53A14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E53A14" w:rsidRPr="00C0552D" w:rsidRDefault="00E53A14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E53A14" w:rsidRPr="00C0552D" w:rsidRDefault="00E53A14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E53A14" w:rsidRPr="00A1445A" w:rsidRDefault="00E53A1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E53A14" w:rsidRDefault="00E53A1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E53A14" w:rsidRPr="00A1445A" w:rsidRDefault="00BD4CE2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53A1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E53A14" w:rsidRDefault="00BD4CE2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53A1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E53A14" w:rsidRPr="00A1445A" w:rsidRDefault="00E53A14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6"/>
    <w:bookmarkEnd w:id="7"/>
  </w:tbl>
  <w:p w14:paraId="04982E0B" w14:textId="77777777" w:rsidR="00E53A14" w:rsidRPr="00FC6CF0" w:rsidRDefault="00E53A14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5E50454"/>
    <w:multiLevelType w:val="hybridMultilevel"/>
    <w:tmpl w:val="313C17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1"/>
  </w:num>
  <w:num w:numId="6">
    <w:abstractNumId w:val="4"/>
  </w:num>
  <w:num w:numId="7">
    <w:abstractNumId w:val="7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2"/>
  </w:num>
  <w:num w:numId="11">
    <w:abstractNumId w:val="8"/>
  </w:num>
  <w:num w:numId="12">
    <w:abstractNumId w:val="13"/>
  </w:num>
  <w:num w:numId="13">
    <w:abstractNumId w:val="14"/>
  </w:num>
  <w:num w:numId="14">
    <w:abstractNumId w:val="2"/>
  </w:num>
  <w:num w:numId="1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962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05618"/>
    <w:rsid w:val="00013B00"/>
    <w:rsid w:val="00013DF9"/>
    <w:rsid w:val="00013E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47AFC"/>
    <w:rsid w:val="0005065F"/>
    <w:rsid w:val="0005153D"/>
    <w:rsid w:val="000576FB"/>
    <w:rsid w:val="00065B62"/>
    <w:rsid w:val="00080C48"/>
    <w:rsid w:val="00095695"/>
    <w:rsid w:val="00096243"/>
    <w:rsid w:val="000966E6"/>
    <w:rsid w:val="00096BE4"/>
    <w:rsid w:val="00097F61"/>
    <w:rsid w:val="000B43BE"/>
    <w:rsid w:val="000B76FF"/>
    <w:rsid w:val="000C1838"/>
    <w:rsid w:val="000C23A5"/>
    <w:rsid w:val="000C4583"/>
    <w:rsid w:val="000C6639"/>
    <w:rsid w:val="000D40BA"/>
    <w:rsid w:val="000D76C2"/>
    <w:rsid w:val="000E1875"/>
    <w:rsid w:val="000E41E1"/>
    <w:rsid w:val="000E7050"/>
    <w:rsid w:val="000F3EE4"/>
    <w:rsid w:val="00101B68"/>
    <w:rsid w:val="0010290E"/>
    <w:rsid w:val="00105206"/>
    <w:rsid w:val="001062F6"/>
    <w:rsid w:val="001131D7"/>
    <w:rsid w:val="00114401"/>
    <w:rsid w:val="0012219F"/>
    <w:rsid w:val="0012533E"/>
    <w:rsid w:val="001314C1"/>
    <w:rsid w:val="0013305B"/>
    <w:rsid w:val="001352C1"/>
    <w:rsid w:val="0014021F"/>
    <w:rsid w:val="00155387"/>
    <w:rsid w:val="00166414"/>
    <w:rsid w:val="0017047E"/>
    <w:rsid w:val="0017296F"/>
    <w:rsid w:val="00174BFE"/>
    <w:rsid w:val="00175788"/>
    <w:rsid w:val="00183318"/>
    <w:rsid w:val="001846CB"/>
    <w:rsid w:val="001A192F"/>
    <w:rsid w:val="001A2FF0"/>
    <w:rsid w:val="001A7BD0"/>
    <w:rsid w:val="001B0BF4"/>
    <w:rsid w:val="001B6FB2"/>
    <w:rsid w:val="001D16E0"/>
    <w:rsid w:val="001D694D"/>
    <w:rsid w:val="001F6F0F"/>
    <w:rsid w:val="00200576"/>
    <w:rsid w:val="0020233B"/>
    <w:rsid w:val="00210669"/>
    <w:rsid w:val="00210DC5"/>
    <w:rsid w:val="00211374"/>
    <w:rsid w:val="0021594F"/>
    <w:rsid w:val="00227FB0"/>
    <w:rsid w:val="00231CFA"/>
    <w:rsid w:val="002340BD"/>
    <w:rsid w:val="00235E41"/>
    <w:rsid w:val="002413BB"/>
    <w:rsid w:val="00241698"/>
    <w:rsid w:val="0024767F"/>
    <w:rsid w:val="00251D3F"/>
    <w:rsid w:val="002618E0"/>
    <w:rsid w:val="002711AE"/>
    <w:rsid w:val="00273761"/>
    <w:rsid w:val="00277556"/>
    <w:rsid w:val="00277706"/>
    <w:rsid w:val="002827A3"/>
    <w:rsid w:val="00283EE6"/>
    <w:rsid w:val="00285B81"/>
    <w:rsid w:val="00290CB8"/>
    <w:rsid w:val="002A5DC6"/>
    <w:rsid w:val="002A6A46"/>
    <w:rsid w:val="002B28E0"/>
    <w:rsid w:val="002C64E4"/>
    <w:rsid w:val="002D6A3C"/>
    <w:rsid w:val="002D6C9B"/>
    <w:rsid w:val="002D78B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03758"/>
    <w:rsid w:val="00303960"/>
    <w:rsid w:val="00315EE6"/>
    <w:rsid w:val="00325D8B"/>
    <w:rsid w:val="00326834"/>
    <w:rsid w:val="00346224"/>
    <w:rsid w:val="0035043A"/>
    <w:rsid w:val="00352AB7"/>
    <w:rsid w:val="00353357"/>
    <w:rsid w:val="00367250"/>
    <w:rsid w:val="00370866"/>
    <w:rsid w:val="0037231D"/>
    <w:rsid w:val="00373B58"/>
    <w:rsid w:val="00386D76"/>
    <w:rsid w:val="003A4375"/>
    <w:rsid w:val="003B36FC"/>
    <w:rsid w:val="003B4978"/>
    <w:rsid w:val="003B5373"/>
    <w:rsid w:val="003C0B6A"/>
    <w:rsid w:val="003C485B"/>
    <w:rsid w:val="003C63B7"/>
    <w:rsid w:val="003D1272"/>
    <w:rsid w:val="003D16FE"/>
    <w:rsid w:val="003D1E1E"/>
    <w:rsid w:val="003D4907"/>
    <w:rsid w:val="003E4CFC"/>
    <w:rsid w:val="003E5C55"/>
    <w:rsid w:val="003F0DE7"/>
    <w:rsid w:val="003F4DE6"/>
    <w:rsid w:val="00401FC8"/>
    <w:rsid w:val="00406373"/>
    <w:rsid w:val="00411736"/>
    <w:rsid w:val="00417527"/>
    <w:rsid w:val="0043532D"/>
    <w:rsid w:val="00445049"/>
    <w:rsid w:val="004527D6"/>
    <w:rsid w:val="00455EB9"/>
    <w:rsid w:val="00456072"/>
    <w:rsid w:val="004720C5"/>
    <w:rsid w:val="0047643E"/>
    <w:rsid w:val="004801D0"/>
    <w:rsid w:val="00497AA4"/>
    <w:rsid w:val="004A0508"/>
    <w:rsid w:val="004A172D"/>
    <w:rsid w:val="004B065E"/>
    <w:rsid w:val="004C1717"/>
    <w:rsid w:val="004C20A4"/>
    <w:rsid w:val="004C706E"/>
    <w:rsid w:val="004D6B75"/>
    <w:rsid w:val="004D75F6"/>
    <w:rsid w:val="004E6F42"/>
    <w:rsid w:val="004F12CE"/>
    <w:rsid w:val="004F7C1C"/>
    <w:rsid w:val="0050159B"/>
    <w:rsid w:val="00503120"/>
    <w:rsid w:val="005077EB"/>
    <w:rsid w:val="0051745B"/>
    <w:rsid w:val="005255EB"/>
    <w:rsid w:val="005316C0"/>
    <w:rsid w:val="00537044"/>
    <w:rsid w:val="00537622"/>
    <w:rsid w:val="00546E33"/>
    <w:rsid w:val="00546F34"/>
    <w:rsid w:val="005608A6"/>
    <w:rsid w:val="00565D0C"/>
    <w:rsid w:val="00571E52"/>
    <w:rsid w:val="005724B4"/>
    <w:rsid w:val="00572A53"/>
    <w:rsid w:val="00572C81"/>
    <w:rsid w:val="005753D9"/>
    <w:rsid w:val="0058399F"/>
    <w:rsid w:val="00597D0E"/>
    <w:rsid w:val="005A455E"/>
    <w:rsid w:val="005A4ABF"/>
    <w:rsid w:val="005A785E"/>
    <w:rsid w:val="005B253B"/>
    <w:rsid w:val="005B3910"/>
    <w:rsid w:val="005C1386"/>
    <w:rsid w:val="005C3894"/>
    <w:rsid w:val="005C4880"/>
    <w:rsid w:val="005C4C41"/>
    <w:rsid w:val="005C71B5"/>
    <w:rsid w:val="005C7E8F"/>
    <w:rsid w:val="005D45C0"/>
    <w:rsid w:val="005D6611"/>
    <w:rsid w:val="005D7037"/>
    <w:rsid w:val="005D7E01"/>
    <w:rsid w:val="005E6DE3"/>
    <w:rsid w:val="005F1763"/>
    <w:rsid w:val="005F18A6"/>
    <w:rsid w:val="005F751D"/>
    <w:rsid w:val="006110C9"/>
    <w:rsid w:val="0061133D"/>
    <w:rsid w:val="00612663"/>
    <w:rsid w:val="006144B1"/>
    <w:rsid w:val="006163B7"/>
    <w:rsid w:val="00624AA1"/>
    <w:rsid w:val="006315C1"/>
    <w:rsid w:val="006348E6"/>
    <w:rsid w:val="00645CEF"/>
    <w:rsid w:val="00646D32"/>
    <w:rsid w:val="0065152F"/>
    <w:rsid w:val="00662D8F"/>
    <w:rsid w:val="0066332D"/>
    <w:rsid w:val="00670A28"/>
    <w:rsid w:val="00670D1D"/>
    <w:rsid w:val="006960C2"/>
    <w:rsid w:val="00697B71"/>
    <w:rsid w:val="006B5182"/>
    <w:rsid w:val="006D2FF5"/>
    <w:rsid w:val="006D59F7"/>
    <w:rsid w:val="006E377F"/>
    <w:rsid w:val="006F3C72"/>
    <w:rsid w:val="006F44F5"/>
    <w:rsid w:val="006F481E"/>
    <w:rsid w:val="006F758E"/>
    <w:rsid w:val="007033C0"/>
    <w:rsid w:val="00725DA8"/>
    <w:rsid w:val="0073055A"/>
    <w:rsid w:val="007345D8"/>
    <w:rsid w:val="00734F36"/>
    <w:rsid w:val="007374BD"/>
    <w:rsid w:val="00741DF3"/>
    <w:rsid w:val="00743912"/>
    <w:rsid w:val="00744B63"/>
    <w:rsid w:val="007632FE"/>
    <w:rsid w:val="00766AC9"/>
    <w:rsid w:val="00767A5A"/>
    <w:rsid w:val="00780396"/>
    <w:rsid w:val="0078319E"/>
    <w:rsid w:val="00783525"/>
    <w:rsid w:val="007A108F"/>
    <w:rsid w:val="007A7ACF"/>
    <w:rsid w:val="007C1B38"/>
    <w:rsid w:val="007D2764"/>
    <w:rsid w:val="007D302C"/>
    <w:rsid w:val="007D4174"/>
    <w:rsid w:val="007E0866"/>
    <w:rsid w:val="007E31E3"/>
    <w:rsid w:val="007E40CC"/>
    <w:rsid w:val="007F3757"/>
    <w:rsid w:val="007F4AC2"/>
    <w:rsid w:val="008155E7"/>
    <w:rsid w:val="0082093D"/>
    <w:rsid w:val="00824D1D"/>
    <w:rsid w:val="00825784"/>
    <w:rsid w:val="00827C09"/>
    <w:rsid w:val="0083015D"/>
    <w:rsid w:val="008317DD"/>
    <w:rsid w:val="00833AC6"/>
    <w:rsid w:val="00843739"/>
    <w:rsid w:val="00843B36"/>
    <w:rsid w:val="00847017"/>
    <w:rsid w:val="00847A0D"/>
    <w:rsid w:val="00871F1D"/>
    <w:rsid w:val="00877B6F"/>
    <w:rsid w:val="00882006"/>
    <w:rsid w:val="00885E0B"/>
    <w:rsid w:val="0088660C"/>
    <w:rsid w:val="00895F3B"/>
    <w:rsid w:val="008A757F"/>
    <w:rsid w:val="008B3672"/>
    <w:rsid w:val="008B3D3B"/>
    <w:rsid w:val="008B4927"/>
    <w:rsid w:val="008C2AC2"/>
    <w:rsid w:val="008D6DCE"/>
    <w:rsid w:val="008E0DB9"/>
    <w:rsid w:val="008E0F9E"/>
    <w:rsid w:val="008E64FA"/>
    <w:rsid w:val="008F27DD"/>
    <w:rsid w:val="008F3E2F"/>
    <w:rsid w:val="00901473"/>
    <w:rsid w:val="00903009"/>
    <w:rsid w:val="00910682"/>
    <w:rsid w:val="00913CF8"/>
    <w:rsid w:val="00945B2B"/>
    <w:rsid w:val="00946104"/>
    <w:rsid w:val="009513FB"/>
    <w:rsid w:val="009514DD"/>
    <w:rsid w:val="0095198A"/>
    <w:rsid w:val="00953938"/>
    <w:rsid w:val="00961176"/>
    <w:rsid w:val="00965BB4"/>
    <w:rsid w:val="00980089"/>
    <w:rsid w:val="009864F2"/>
    <w:rsid w:val="009A46DA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2033"/>
    <w:rsid w:val="009F362D"/>
    <w:rsid w:val="009F7784"/>
    <w:rsid w:val="00A018BA"/>
    <w:rsid w:val="00A04B00"/>
    <w:rsid w:val="00A1445A"/>
    <w:rsid w:val="00A20A60"/>
    <w:rsid w:val="00A22650"/>
    <w:rsid w:val="00A23A04"/>
    <w:rsid w:val="00A2587B"/>
    <w:rsid w:val="00A3063E"/>
    <w:rsid w:val="00A33BE0"/>
    <w:rsid w:val="00A452D7"/>
    <w:rsid w:val="00A515E0"/>
    <w:rsid w:val="00A51CE5"/>
    <w:rsid w:val="00A57325"/>
    <w:rsid w:val="00A671DD"/>
    <w:rsid w:val="00A71067"/>
    <w:rsid w:val="00A75802"/>
    <w:rsid w:val="00A83E62"/>
    <w:rsid w:val="00A92149"/>
    <w:rsid w:val="00AA2F1C"/>
    <w:rsid w:val="00AA42C0"/>
    <w:rsid w:val="00AB1522"/>
    <w:rsid w:val="00AB3346"/>
    <w:rsid w:val="00AB4674"/>
    <w:rsid w:val="00AC7136"/>
    <w:rsid w:val="00AC72E5"/>
    <w:rsid w:val="00AD23DF"/>
    <w:rsid w:val="00AD3618"/>
    <w:rsid w:val="00AD44B4"/>
    <w:rsid w:val="00AF0AD6"/>
    <w:rsid w:val="00AF3538"/>
    <w:rsid w:val="00AF6EBB"/>
    <w:rsid w:val="00AF74D2"/>
    <w:rsid w:val="00B01C40"/>
    <w:rsid w:val="00B021F9"/>
    <w:rsid w:val="00B16F2C"/>
    <w:rsid w:val="00B20079"/>
    <w:rsid w:val="00B200E4"/>
    <w:rsid w:val="00B26132"/>
    <w:rsid w:val="00B2757C"/>
    <w:rsid w:val="00B32A8A"/>
    <w:rsid w:val="00B34D84"/>
    <w:rsid w:val="00B417E6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2EE6"/>
    <w:rsid w:val="00B5369B"/>
    <w:rsid w:val="00B538F5"/>
    <w:rsid w:val="00B63C98"/>
    <w:rsid w:val="00B661E3"/>
    <w:rsid w:val="00B71BD6"/>
    <w:rsid w:val="00B86392"/>
    <w:rsid w:val="00B9309E"/>
    <w:rsid w:val="00B930C3"/>
    <w:rsid w:val="00BA095D"/>
    <w:rsid w:val="00BA1D36"/>
    <w:rsid w:val="00BA2C4A"/>
    <w:rsid w:val="00BA6862"/>
    <w:rsid w:val="00BB3939"/>
    <w:rsid w:val="00BB3EE4"/>
    <w:rsid w:val="00BC00ED"/>
    <w:rsid w:val="00BC2412"/>
    <w:rsid w:val="00BC29DD"/>
    <w:rsid w:val="00BD2FD8"/>
    <w:rsid w:val="00BD4AEF"/>
    <w:rsid w:val="00BD4CE2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1544"/>
    <w:rsid w:val="00C124CB"/>
    <w:rsid w:val="00C14531"/>
    <w:rsid w:val="00C16A39"/>
    <w:rsid w:val="00C2689D"/>
    <w:rsid w:val="00C3564F"/>
    <w:rsid w:val="00C468BF"/>
    <w:rsid w:val="00C46FDA"/>
    <w:rsid w:val="00C565DD"/>
    <w:rsid w:val="00C64A95"/>
    <w:rsid w:val="00C73D4E"/>
    <w:rsid w:val="00C82B34"/>
    <w:rsid w:val="00C92279"/>
    <w:rsid w:val="00C9531D"/>
    <w:rsid w:val="00C97729"/>
    <w:rsid w:val="00CA01D8"/>
    <w:rsid w:val="00CA126B"/>
    <w:rsid w:val="00CA591B"/>
    <w:rsid w:val="00CA5ECB"/>
    <w:rsid w:val="00CB008E"/>
    <w:rsid w:val="00CB0D95"/>
    <w:rsid w:val="00CB1560"/>
    <w:rsid w:val="00CC24D6"/>
    <w:rsid w:val="00CD61B2"/>
    <w:rsid w:val="00CD7808"/>
    <w:rsid w:val="00CF12FC"/>
    <w:rsid w:val="00CF6D57"/>
    <w:rsid w:val="00D05C1E"/>
    <w:rsid w:val="00D06278"/>
    <w:rsid w:val="00D1401B"/>
    <w:rsid w:val="00D20439"/>
    <w:rsid w:val="00D2343D"/>
    <w:rsid w:val="00D278D4"/>
    <w:rsid w:val="00D30E51"/>
    <w:rsid w:val="00D3511F"/>
    <w:rsid w:val="00D36D65"/>
    <w:rsid w:val="00D41F63"/>
    <w:rsid w:val="00D51861"/>
    <w:rsid w:val="00D53EC0"/>
    <w:rsid w:val="00D579F3"/>
    <w:rsid w:val="00D60E34"/>
    <w:rsid w:val="00D66401"/>
    <w:rsid w:val="00D707B4"/>
    <w:rsid w:val="00D7309B"/>
    <w:rsid w:val="00D74324"/>
    <w:rsid w:val="00D75341"/>
    <w:rsid w:val="00D775D7"/>
    <w:rsid w:val="00D77C8B"/>
    <w:rsid w:val="00D81EE8"/>
    <w:rsid w:val="00D8275B"/>
    <w:rsid w:val="00D83E17"/>
    <w:rsid w:val="00D84490"/>
    <w:rsid w:val="00D92C6A"/>
    <w:rsid w:val="00D97344"/>
    <w:rsid w:val="00DA0B86"/>
    <w:rsid w:val="00DB3E61"/>
    <w:rsid w:val="00DB5A10"/>
    <w:rsid w:val="00DC0560"/>
    <w:rsid w:val="00DE3336"/>
    <w:rsid w:val="00DE7C2E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2855"/>
    <w:rsid w:val="00E3300C"/>
    <w:rsid w:val="00E404FE"/>
    <w:rsid w:val="00E43C3D"/>
    <w:rsid w:val="00E4656E"/>
    <w:rsid w:val="00E51DFA"/>
    <w:rsid w:val="00E53A14"/>
    <w:rsid w:val="00E550C0"/>
    <w:rsid w:val="00E61921"/>
    <w:rsid w:val="00E676C3"/>
    <w:rsid w:val="00E719D0"/>
    <w:rsid w:val="00E749F2"/>
    <w:rsid w:val="00E814F7"/>
    <w:rsid w:val="00E932C8"/>
    <w:rsid w:val="00E95B73"/>
    <w:rsid w:val="00E9600A"/>
    <w:rsid w:val="00EA1337"/>
    <w:rsid w:val="00EA631C"/>
    <w:rsid w:val="00EA7B9C"/>
    <w:rsid w:val="00EB0DA9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5E4A"/>
    <w:rsid w:val="00F267C9"/>
    <w:rsid w:val="00F27435"/>
    <w:rsid w:val="00F41606"/>
    <w:rsid w:val="00F42EA0"/>
    <w:rsid w:val="00F47817"/>
    <w:rsid w:val="00F51F53"/>
    <w:rsid w:val="00F52A52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28A"/>
    <w:rsid w:val="00FB174F"/>
    <w:rsid w:val="00FB45BC"/>
    <w:rsid w:val="00FB4D34"/>
    <w:rsid w:val="00FC4EB7"/>
    <w:rsid w:val="00FC6CF0"/>
    <w:rsid w:val="00FD6770"/>
    <w:rsid w:val="00FD78FA"/>
    <w:rsid w:val="00FE34E9"/>
    <w:rsid w:val="00FE3A35"/>
    <w:rsid w:val="00FE6A48"/>
    <w:rsid w:val="00FE7368"/>
    <w:rsid w:val="00FF07FD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  <w:style w:type="paragraph" w:customStyle="1" w:styleId="Telobesedila22">
    <w:name w:val="Telo besedila 22"/>
    <w:basedOn w:val="Navaden"/>
    <w:rsid w:val="00A452D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10">
    <w:name w:val="Telo besedila 210"/>
    <w:basedOn w:val="Navaden"/>
    <w:rsid w:val="00A452D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styleId="Revizija">
    <w:name w:val="Revision"/>
    <w:hidden/>
    <w:uiPriority w:val="99"/>
    <w:semiHidden/>
    <w:rsid w:val="00E53A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br.s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dfb3df2065fd55ff7b9ea2df39daddeb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2e31576ccf107a673c28b1bc120eb4f8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CFB5FAE-D6E6-406F-B4CC-156C0260DB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6a4cc071-bd85-44c5-acc7-68a9b922d49c"/>
    <ds:schemaRef ds:uri="http://purl.org/dc/elements/1.1/"/>
    <ds:schemaRef ds:uri="http://schemas.microsoft.com/office/2006/metadata/properties"/>
    <ds:schemaRef ds:uri="2d71791d-4b08-4651-a8aa-c7bfc8b3429a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EA4D423-65CF-458F-A886-AC6CFC687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236</TotalTime>
  <Pages>1</Pages>
  <Words>239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1805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50</cp:revision>
  <cp:lastPrinted>2024-01-24T13:27:00Z</cp:lastPrinted>
  <dcterms:created xsi:type="dcterms:W3CDTF">2021-02-12T09:17:00Z</dcterms:created>
  <dcterms:modified xsi:type="dcterms:W3CDTF">2024-10-09T07:52:00Z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